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0"/>
        <w:gridCol w:w="3284"/>
        <w:gridCol w:w="4382"/>
        <w:gridCol w:w="13"/>
      </w:tblGrid>
      <w:tr w:rsidR="003B7DF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A1158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A1158" w:rsidP="000718E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18E5"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A1158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B1BC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B1BC9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B1BC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18E5">
              <w:rPr>
                <w:rFonts w:ascii="Arial" w:hAnsi="Arial" w:cs="Arial"/>
                <w:noProof/>
                <w:sz w:val="18"/>
                <w:szCs w:val="18"/>
              </w:rPr>
              <w:t>Tuesday, 11 August 2020</w:t>
            </w:r>
            <w:r w:rsidRPr="001B1BC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A1158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718E5" w:rsidP="009845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Bilateral claudication and erectile dysfunction.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?ABPI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status and bilateral leg duplex please.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9740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D87520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5080" r="10795" b="10160"/>
                      <wp:wrapNone/>
                      <wp:docPr id="63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64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676058" id="Group 751" o:spid="_x0000_s1026" style="position:absolute;margin-left:137.05pt;margin-top:8.9pt;width:219.4pt;height:403.05pt;z-index:251662848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1B1BC9">
        <w:trPr>
          <w:gridAfter w:val="1"/>
          <w:wAfter w:w="13" w:type="dxa"/>
          <w:trHeight w:val="7938"/>
        </w:trPr>
        <w:tc>
          <w:tcPr>
            <w:tcW w:w="974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D87520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4535170</wp:posOffset>
                      </wp:positionH>
                      <wp:positionV relativeFrom="paragraph">
                        <wp:posOffset>292735</wp:posOffset>
                      </wp:positionV>
                      <wp:extent cx="1584960" cy="716280"/>
                      <wp:effectExtent l="0" t="0" r="0" b="0"/>
                      <wp:wrapNone/>
                      <wp:docPr id="62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13" o:spid="_x0000_s1026" type="#_x0000_t202" style="position:absolute;left:0;text-align:left;margin-left:357.1pt;margin-top:23.05pt;width:124.8pt;height:5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68NzAIAAOA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Cs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868680</wp:posOffset>
                      </wp:positionV>
                      <wp:extent cx="675005" cy="236220"/>
                      <wp:effectExtent l="3810" t="3810" r="0" b="0"/>
                      <wp:wrapNone/>
                      <wp:docPr id="61" name="Text Box 8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7520" w:rsidRPr="00D70407" w:rsidRDefault="00D87520" w:rsidP="00D87520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ABI =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0.70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5" o:spid="_x0000_s1027" type="#_x0000_t202" style="position:absolute;left:0;text-align:left;margin-left:80.85pt;margin-top:68.4pt;width:53.15pt;height:18.6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" fillcolor="#eaeaea" stroked="f" strokeweight=".25pt">
                      <v:stroke dashstyle="1 1" endcap="round"/>
                      <v:textbox>
                        <w:txbxContent>
                          <w:p w:rsidR="00D87520" w:rsidRPr="00D70407" w:rsidRDefault="00D87520" w:rsidP="00D87520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ABI =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0.70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Cs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869950</wp:posOffset>
                      </wp:positionV>
                      <wp:extent cx="675005" cy="236220"/>
                      <wp:effectExtent l="0" t="0" r="4445" b="0"/>
                      <wp:wrapNone/>
                      <wp:docPr id="60" name="Text Box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7520" w:rsidRPr="00D70407" w:rsidRDefault="00D87520" w:rsidP="00D87520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ABI =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1.04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4" o:spid="_x0000_s1028" type="#_x0000_t202" style="position:absolute;left:0;text-align:left;margin-left:18.05pt;margin-top:68.5pt;width:53.15pt;height:18.6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" fillcolor="#eaeaea" stroked="f" strokeweight=".25pt">
                      <v:stroke dashstyle="1 1" endcap="round"/>
                      <v:textbox>
                        <w:txbxContent>
                          <w:p w:rsidR="00D87520" w:rsidRPr="00D70407" w:rsidRDefault="00D87520" w:rsidP="00D87520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ABI =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1.04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Cs/>
                <w:noProof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580390</wp:posOffset>
                      </wp:positionH>
                      <wp:positionV relativeFrom="paragraph">
                        <wp:posOffset>73660</wp:posOffset>
                      </wp:positionV>
                      <wp:extent cx="787400" cy="734060"/>
                      <wp:effectExtent l="5080" t="8890" r="7620" b="9525"/>
                      <wp:wrapNone/>
                      <wp:docPr id="49" name="Group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7400" cy="734060"/>
                                <a:chOff x="1856" y="8849"/>
                                <a:chExt cx="6496" cy="6057"/>
                              </a:xfrm>
                            </wpg:grpSpPr>
                            <wpg:grpSp>
                              <wpg:cNvPr id="50" name="Group 8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56" y="8849"/>
                                  <a:ext cx="6496" cy="6057"/>
                                  <a:chOff x="1844" y="1564"/>
                                  <a:chExt cx="6496" cy="6057"/>
                                </a:xfrm>
                              </wpg:grpSpPr>
                              <wps:wsp>
                                <wps:cNvPr id="51" name="Freeform 8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44" y="2478"/>
                                    <a:ext cx="6496" cy="5143"/>
                                  </a:xfrm>
                                  <a:custGeom>
                                    <a:avLst/>
                                    <a:gdLst>
                                      <a:gd name="T0" fmla="*/ 2326 w 6496"/>
                                      <a:gd name="T1" fmla="*/ 87 h 5143"/>
                                      <a:gd name="T2" fmla="*/ 1681 w 6496"/>
                                      <a:gd name="T3" fmla="*/ 215 h 5143"/>
                                      <a:gd name="T4" fmla="*/ 931 w 6496"/>
                                      <a:gd name="T5" fmla="*/ 162 h 5143"/>
                                      <a:gd name="T6" fmla="*/ 399 w 6496"/>
                                      <a:gd name="T7" fmla="*/ 50 h 5143"/>
                                      <a:gd name="T8" fmla="*/ 166 w 6496"/>
                                      <a:gd name="T9" fmla="*/ 72 h 5143"/>
                                      <a:gd name="T10" fmla="*/ 54 w 6496"/>
                                      <a:gd name="T11" fmla="*/ 132 h 5143"/>
                                      <a:gd name="T12" fmla="*/ 163 w 6496"/>
                                      <a:gd name="T13" fmla="*/ 210 h 5143"/>
                                      <a:gd name="T14" fmla="*/ 16 w 6496"/>
                                      <a:gd name="T15" fmla="*/ 260 h 5143"/>
                                      <a:gd name="T16" fmla="*/ 220 w 6496"/>
                                      <a:gd name="T17" fmla="*/ 291 h 5143"/>
                                      <a:gd name="T18" fmla="*/ 324 w 6496"/>
                                      <a:gd name="T19" fmla="*/ 357 h 5143"/>
                                      <a:gd name="T20" fmla="*/ 946 w 6496"/>
                                      <a:gd name="T21" fmla="*/ 402 h 5143"/>
                                      <a:gd name="T22" fmla="*/ 1621 w 6496"/>
                                      <a:gd name="T23" fmla="*/ 447 h 5143"/>
                                      <a:gd name="T24" fmla="*/ 2461 w 6496"/>
                                      <a:gd name="T25" fmla="*/ 507 h 5143"/>
                                      <a:gd name="T26" fmla="*/ 2664 w 6496"/>
                                      <a:gd name="T27" fmla="*/ 1070 h 5143"/>
                                      <a:gd name="T28" fmla="*/ 2544 w 6496"/>
                                      <a:gd name="T29" fmla="*/ 2037 h 5143"/>
                                      <a:gd name="T30" fmla="*/ 2034 w 6496"/>
                                      <a:gd name="T31" fmla="*/ 3207 h 5143"/>
                                      <a:gd name="T32" fmla="*/ 1165 w 6496"/>
                                      <a:gd name="T33" fmla="*/ 4767 h 5143"/>
                                      <a:gd name="T34" fmla="*/ 1234 w 6496"/>
                                      <a:gd name="T35" fmla="*/ 4818 h 5143"/>
                                      <a:gd name="T36" fmla="*/ 1288 w 6496"/>
                                      <a:gd name="T37" fmla="*/ 4848 h 5143"/>
                                      <a:gd name="T38" fmla="*/ 1345 w 6496"/>
                                      <a:gd name="T39" fmla="*/ 4881 h 5143"/>
                                      <a:gd name="T40" fmla="*/ 1405 w 6496"/>
                                      <a:gd name="T41" fmla="*/ 4926 h 5143"/>
                                      <a:gd name="T42" fmla="*/ 1554 w 6496"/>
                                      <a:gd name="T43" fmla="*/ 4940 h 5143"/>
                                      <a:gd name="T44" fmla="*/ 1629 w 6496"/>
                                      <a:gd name="T45" fmla="*/ 4572 h 5143"/>
                                      <a:gd name="T46" fmla="*/ 2116 w 6496"/>
                                      <a:gd name="T47" fmla="*/ 3732 h 5143"/>
                                      <a:gd name="T48" fmla="*/ 2581 w 6496"/>
                                      <a:gd name="T49" fmla="*/ 3090 h 5143"/>
                                      <a:gd name="T50" fmla="*/ 3226 w 6496"/>
                                      <a:gd name="T51" fmla="*/ 2345 h 5143"/>
                                      <a:gd name="T52" fmla="*/ 3730 w 6496"/>
                                      <a:gd name="T53" fmla="*/ 3141 h 5143"/>
                                      <a:gd name="T54" fmla="*/ 4279 w 6496"/>
                                      <a:gd name="T55" fmla="*/ 4299 h 5143"/>
                                      <a:gd name="T56" fmla="*/ 4738 w 6496"/>
                                      <a:gd name="T57" fmla="*/ 5082 h 5143"/>
                                      <a:gd name="T58" fmla="*/ 4987 w 6496"/>
                                      <a:gd name="T59" fmla="*/ 5022 h 5143"/>
                                      <a:gd name="T60" fmla="*/ 5350 w 6496"/>
                                      <a:gd name="T61" fmla="*/ 4839 h 5143"/>
                                      <a:gd name="T62" fmla="*/ 5377 w 6496"/>
                                      <a:gd name="T63" fmla="*/ 4740 h 5143"/>
                                      <a:gd name="T64" fmla="*/ 5023 w 6496"/>
                                      <a:gd name="T65" fmla="*/ 4767 h 5143"/>
                                      <a:gd name="T66" fmla="*/ 4384 w 6496"/>
                                      <a:gd name="T67" fmla="*/ 3627 h 5143"/>
                                      <a:gd name="T68" fmla="*/ 4156 w 6496"/>
                                      <a:gd name="T69" fmla="*/ 2817 h 5143"/>
                                      <a:gd name="T70" fmla="*/ 3751 w 6496"/>
                                      <a:gd name="T71" fmla="*/ 1446 h 5143"/>
                                      <a:gd name="T72" fmla="*/ 4136 w 6496"/>
                                      <a:gd name="T73" fmla="*/ 482 h 5143"/>
                                      <a:gd name="T74" fmla="*/ 5542 w 6496"/>
                                      <a:gd name="T75" fmla="*/ 423 h 5143"/>
                                      <a:gd name="T76" fmla="*/ 6259 w 6496"/>
                                      <a:gd name="T77" fmla="*/ 384 h 5143"/>
                                      <a:gd name="T78" fmla="*/ 6187 w 6496"/>
                                      <a:gd name="T79" fmla="*/ 303 h 5143"/>
                                      <a:gd name="T80" fmla="*/ 6388 w 6496"/>
                                      <a:gd name="T81" fmla="*/ 225 h 5143"/>
                                      <a:gd name="T82" fmla="*/ 6466 w 6496"/>
                                      <a:gd name="T83" fmla="*/ 183 h 5143"/>
                                      <a:gd name="T84" fmla="*/ 6391 w 6496"/>
                                      <a:gd name="T85" fmla="*/ 108 h 5143"/>
                                      <a:gd name="T86" fmla="*/ 6160 w 6496"/>
                                      <a:gd name="T87" fmla="*/ 66 h 5143"/>
                                      <a:gd name="T88" fmla="*/ 5575 w 6496"/>
                                      <a:gd name="T89" fmla="*/ 174 h 5143"/>
                                      <a:gd name="T90" fmla="*/ 4699 w 6496"/>
                                      <a:gd name="T91" fmla="*/ 171 h 5143"/>
                                      <a:gd name="T92" fmla="*/ 4000 w 6496"/>
                                      <a:gd name="T93" fmla="*/ 60 h 51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6496" h="5143">
                                        <a:moveTo>
                                          <a:pt x="2986" y="12"/>
                                        </a:moveTo>
                                        <a:cubicBezTo>
                                          <a:pt x="2936" y="21"/>
                                          <a:pt x="2796" y="38"/>
                                          <a:pt x="2686" y="50"/>
                                        </a:cubicBezTo>
                                        <a:cubicBezTo>
                                          <a:pt x="2576" y="62"/>
                                          <a:pt x="2418" y="71"/>
                                          <a:pt x="2326" y="87"/>
                                        </a:cubicBezTo>
                                        <a:cubicBezTo>
                                          <a:pt x="2234" y="103"/>
                                          <a:pt x="2191" y="136"/>
                                          <a:pt x="2131" y="147"/>
                                        </a:cubicBezTo>
                                        <a:cubicBezTo>
                                          <a:pt x="2071" y="158"/>
                                          <a:pt x="2041" y="144"/>
                                          <a:pt x="1966" y="155"/>
                                        </a:cubicBezTo>
                                        <a:cubicBezTo>
                                          <a:pt x="1891" y="166"/>
                                          <a:pt x="1752" y="214"/>
                                          <a:pt x="1681" y="215"/>
                                        </a:cubicBezTo>
                                        <a:cubicBezTo>
                                          <a:pt x="1610" y="216"/>
                                          <a:pt x="1613" y="173"/>
                                          <a:pt x="1539" y="162"/>
                                        </a:cubicBezTo>
                                        <a:cubicBezTo>
                                          <a:pt x="1465" y="151"/>
                                          <a:pt x="1340" y="147"/>
                                          <a:pt x="1239" y="147"/>
                                        </a:cubicBezTo>
                                        <a:cubicBezTo>
                                          <a:pt x="1138" y="147"/>
                                          <a:pt x="1031" y="161"/>
                                          <a:pt x="931" y="162"/>
                                        </a:cubicBezTo>
                                        <a:cubicBezTo>
                                          <a:pt x="831" y="163"/>
                                          <a:pt x="703" y="167"/>
                                          <a:pt x="639" y="155"/>
                                        </a:cubicBezTo>
                                        <a:cubicBezTo>
                                          <a:pt x="575" y="143"/>
                                          <a:pt x="589" y="104"/>
                                          <a:pt x="549" y="87"/>
                                        </a:cubicBezTo>
                                        <a:cubicBezTo>
                                          <a:pt x="509" y="70"/>
                                          <a:pt x="439" y="64"/>
                                          <a:pt x="399" y="50"/>
                                        </a:cubicBezTo>
                                        <a:cubicBezTo>
                                          <a:pt x="359" y="36"/>
                                          <a:pt x="354" y="10"/>
                                          <a:pt x="309" y="5"/>
                                        </a:cubicBezTo>
                                        <a:cubicBezTo>
                                          <a:pt x="264" y="0"/>
                                          <a:pt x="153" y="9"/>
                                          <a:pt x="129" y="20"/>
                                        </a:cubicBezTo>
                                        <a:cubicBezTo>
                                          <a:pt x="105" y="31"/>
                                          <a:pt x="138" y="63"/>
                                          <a:pt x="166" y="72"/>
                                        </a:cubicBezTo>
                                        <a:cubicBezTo>
                                          <a:pt x="194" y="81"/>
                                          <a:pt x="289" y="68"/>
                                          <a:pt x="301" y="75"/>
                                        </a:cubicBezTo>
                                        <a:cubicBezTo>
                                          <a:pt x="313" y="82"/>
                                          <a:pt x="282" y="108"/>
                                          <a:pt x="241" y="117"/>
                                        </a:cubicBezTo>
                                        <a:cubicBezTo>
                                          <a:pt x="200" y="126"/>
                                          <a:pt x="94" y="124"/>
                                          <a:pt x="54" y="132"/>
                                        </a:cubicBezTo>
                                        <a:cubicBezTo>
                                          <a:pt x="14" y="140"/>
                                          <a:pt x="2" y="151"/>
                                          <a:pt x="1" y="162"/>
                                        </a:cubicBezTo>
                                        <a:cubicBezTo>
                                          <a:pt x="0" y="173"/>
                                          <a:pt x="19" y="192"/>
                                          <a:pt x="46" y="200"/>
                                        </a:cubicBezTo>
                                        <a:cubicBezTo>
                                          <a:pt x="73" y="208"/>
                                          <a:pt x="130" y="206"/>
                                          <a:pt x="163" y="210"/>
                                        </a:cubicBezTo>
                                        <a:cubicBezTo>
                                          <a:pt x="196" y="214"/>
                                          <a:pt x="265" y="223"/>
                                          <a:pt x="244" y="225"/>
                                        </a:cubicBezTo>
                                        <a:cubicBezTo>
                                          <a:pt x="223" y="227"/>
                                          <a:pt x="77" y="216"/>
                                          <a:pt x="39" y="222"/>
                                        </a:cubicBezTo>
                                        <a:cubicBezTo>
                                          <a:pt x="1" y="228"/>
                                          <a:pt x="13" y="249"/>
                                          <a:pt x="16" y="260"/>
                                        </a:cubicBezTo>
                                        <a:cubicBezTo>
                                          <a:pt x="19" y="271"/>
                                          <a:pt x="38" y="283"/>
                                          <a:pt x="58" y="288"/>
                                        </a:cubicBezTo>
                                        <a:cubicBezTo>
                                          <a:pt x="78" y="293"/>
                                          <a:pt x="112" y="288"/>
                                          <a:pt x="139" y="288"/>
                                        </a:cubicBezTo>
                                        <a:cubicBezTo>
                                          <a:pt x="166" y="288"/>
                                          <a:pt x="221" y="287"/>
                                          <a:pt x="220" y="291"/>
                                        </a:cubicBezTo>
                                        <a:cubicBezTo>
                                          <a:pt x="219" y="295"/>
                                          <a:pt x="147" y="299"/>
                                          <a:pt x="133" y="312"/>
                                        </a:cubicBezTo>
                                        <a:cubicBezTo>
                                          <a:pt x="119" y="325"/>
                                          <a:pt x="101" y="362"/>
                                          <a:pt x="133" y="369"/>
                                        </a:cubicBezTo>
                                        <a:cubicBezTo>
                                          <a:pt x="165" y="376"/>
                                          <a:pt x="262" y="353"/>
                                          <a:pt x="324" y="357"/>
                                        </a:cubicBezTo>
                                        <a:cubicBezTo>
                                          <a:pt x="386" y="361"/>
                                          <a:pt x="448" y="391"/>
                                          <a:pt x="504" y="395"/>
                                        </a:cubicBezTo>
                                        <a:cubicBezTo>
                                          <a:pt x="560" y="399"/>
                                          <a:pt x="587" y="379"/>
                                          <a:pt x="661" y="380"/>
                                        </a:cubicBezTo>
                                        <a:cubicBezTo>
                                          <a:pt x="735" y="381"/>
                                          <a:pt x="862" y="388"/>
                                          <a:pt x="946" y="402"/>
                                        </a:cubicBezTo>
                                        <a:cubicBezTo>
                                          <a:pt x="1030" y="416"/>
                                          <a:pt x="1068" y="451"/>
                                          <a:pt x="1164" y="462"/>
                                        </a:cubicBezTo>
                                        <a:cubicBezTo>
                                          <a:pt x="1260" y="473"/>
                                          <a:pt x="1448" y="472"/>
                                          <a:pt x="1524" y="470"/>
                                        </a:cubicBezTo>
                                        <a:cubicBezTo>
                                          <a:pt x="1600" y="468"/>
                                          <a:pt x="1541" y="452"/>
                                          <a:pt x="1621" y="447"/>
                                        </a:cubicBezTo>
                                        <a:cubicBezTo>
                                          <a:pt x="1701" y="442"/>
                                          <a:pt x="1907" y="433"/>
                                          <a:pt x="2004" y="440"/>
                                        </a:cubicBezTo>
                                        <a:cubicBezTo>
                                          <a:pt x="2101" y="447"/>
                                          <a:pt x="2130" y="481"/>
                                          <a:pt x="2206" y="492"/>
                                        </a:cubicBezTo>
                                        <a:cubicBezTo>
                                          <a:pt x="2282" y="503"/>
                                          <a:pt x="2404" y="477"/>
                                          <a:pt x="2461" y="507"/>
                                        </a:cubicBezTo>
                                        <a:cubicBezTo>
                                          <a:pt x="2518" y="537"/>
                                          <a:pt x="2525" y="621"/>
                                          <a:pt x="2551" y="672"/>
                                        </a:cubicBezTo>
                                        <a:cubicBezTo>
                                          <a:pt x="2577" y="723"/>
                                          <a:pt x="2600" y="749"/>
                                          <a:pt x="2619" y="815"/>
                                        </a:cubicBezTo>
                                        <a:cubicBezTo>
                                          <a:pt x="2638" y="881"/>
                                          <a:pt x="2649" y="993"/>
                                          <a:pt x="2664" y="1070"/>
                                        </a:cubicBezTo>
                                        <a:cubicBezTo>
                                          <a:pt x="2679" y="1147"/>
                                          <a:pt x="2706" y="1192"/>
                                          <a:pt x="2710" y="1281"/>
                                        </a:cubicBezTo>
                                        <a:cubicBezTo>
                                          <a:pt x="2714" y="1370"/>
                                          <a:pt x="2714" y="1476"/>
                                          <a:pt x="2686" y="1602"/>
                                        </a:cubicBezTo>
                                        <a:cubicBezTo>
                                          <a:pt x="2658" y="1728"/>
                                          <a:pt x="2596" y="1914"/>
                                          <a:pt x="2544" y="2037"/>
                                        </a:cubicBezTo>
                                        <a:cubicBezTo>
                                          <a:pt x="2492" y="2160"/>
                                          <a:pt x="2432" y="2198"/>
                                          <a:pt x="2371" y="2337"/>
                                        </a:cubicBezTo>
                                        <a:cubicBezTo>
                                          <a:pt x="2310" y="2476"/>
                                          <a:pt x="2232" y="2725"/>
                                          <a:pt x="2176" y="2870"/>
                                        </a:cubicBezTo>
                                        <a:cubicBezTo>
                                          <a:pt x="2120" y="3015"/>
                                          <a:pt x="2129" y="3048"/>
                                          <a:pt x="2034" y="3207"/>
                                        </a:cubicBezTo>
                                        <a:cubicBezTo>
                                          <a:pt x="1939" y="3366"/>
                                          <a:pt x="1717" y="3580"/>
                                          <a:pt x="1606" y="3822"/>
                                        </a:cubicBezTo>
                                        <a:cubicBezTo>
                                          <a:pt x="1495" y="4064"/>
                                          <a:pt x="1439" y="4505"/>
                                          <a:pt x="1366" y="4662"/>
                                        </a:cubicBezTo>
                                        <a:cubicBezTo>
                                          <a:pt x="1293" y="4819"/>
                                          <a:pt x="1204" y="4736"/>
                                          <a:pt x="1165" y="4767"/>
                                        </a:cubicBezTo>
                                        <a:cubicBezTo>
                                          <a:pt x="1126" y="4798"/>
                                          <a:pt x="1129" y="4830"/>
                                          <a:pt x="1129" y="4845"/>
                                        </a:cubicBezTo>
                                        <a:cubicBezTo>
                                          <a:pt x="1129" y="4860"/>
                                          <a:pt x="1145" y="4864"/>
                                          <a:pt x="1162" y="4860"/>
                                        </a:cubicBezTo>
                                        <a:cubicBezTo>
                                          <a:pt x="1179" y="4856"/>
                                          <a:pt x="1230" y="4815"/>
                                          <a:pt x="1234" y="4818"/>
                                        </a:cubicBezTo>
                                        <a:cubicBezTo>
                                          <a:pt x="1238" y="4821"/>
                                          <a:pt x="1190" y="4866"/>
                                          <a:pt x="1189" y="4878"/>
                                        </a:cubicBezTo>
                                        <a:cubicBezTo>
                                          <a:pt x="1188" y="4890"/>
                                          <a:pt x="1212" y="4898"/>
                                          <a:pt x="1228" y="4893"/>
                                        </a:cubicBezTo>
                                        <a:cubicBezTo>
                                          <a:pt x="1244" y="4888"/>
                                          <a:pt x="1285" y="4844"/>
                                          <a:pt x="1288" y="4848"/>
                                        </a:cubicBezTo>
                                        <a:cubicBezTo>
                                          <a:pt x="1291" y="4852"/>
                                          <a:pt x="1246" y="4902"/>
                                          <a:pt x="1246" y="4914"/>
                                        </a:cubicBezTo>
                                        <a:cubicBezTo>
                                          <a:pt x="1246" y="4926"/>
                                          <a:pt x="1275" y="4925"/>
                                          <a:pt x="1291" y="4920"/>
                                        </a:cubicBezTo>
                                        <a:cubicBezTo>
                                          <a:pt x="1307" y="4915"/>
                                          <a:pt x="1344" y="4877"/>
                                          <a:pt x="1345" y="4881"/>
                                        </a:cubicBezTo>
                                        <a:cubicBezTo>
                                          <a:pt x="1346" y="4885"/>
                                          <a:pt x="1299" y="4932"/>
                                          <a:pt x="1297" y="4944"/>
                                        </a:cubicBezTo>
                                        <a:cubicBezTo>
                                          <a:pt x="1295" y="4956"/>
                                          <a:pt x="1315" y="4959"/>
                                          <a:pt x="1333" y="4956"/>
                                        </a:cubicBezTo>
                                        <a:cubicBezTo>
                                          <a:pt x="1351" y="4953"/>
                                          <a:pt x="1399" y="4923"/>
                                          <a:pt x="1405" y="4926"/>
                                        </a:cubicBezTo>
                                        <a:cubicBezTo>
                                          <a:pt x="1411" y="4929"/>
                                          <a:pt x="1360" y="4956"/>
                                          <a:pt x="1369" y="4974"/>
                                        </a:cubicBezTo>
                                        <a:cubicBezTo>
                                          <a:pt x="1378" y="4992"/>
                                          <a:pt x="1431" y="5040"/>
                                          <a:pt x="1462" y="5034"/>
                                        </a:cubicBezTo>
                                        <a:cubicBezTo>
                                          <a:pt x="1493" y="5028"/>
                                          <a:pt x="1540" y="4966"/>
                                          <a:pt x="1554" y="4940"/>
                                        </a:cubicBezTo>
                                        <a:cubicBezTo>
                                          <a:pt x="1568" y="4914"/>
                                          <a:pt x="1539" y="4907"/>
                                          <a:pt x="1546" y="4880"/>
                                        </a:cubicBezTo>
                                        <a:cubicBezTo>
                                          <a:pt x="1553" y="4853"/>
                                          <a:pt x="1585" y="4826"/>
                                          <a:pt x="1599" y="4775"/>
                                        </a:cubicBezTo>
                                        <a:cubicBezTo>
                                          <a:pt x="1613" y="4724"/>
                                          <a:pt x="1597" y="4651"/>
                                          <a:pt x="1629" y="4572"/>
                                        </a:cubicBezTo>
                                        <a:cubicBezTo>
                                          <a:pt x="1661" y="4493"/>
                                          <a:pt x="1732" y="4393"/>
                                          <a:pt x="1794" y="4302"/>
                                        </a:cubicBezTo>
                                        <a:cubicBezTo>
                                          <a:pt x="1856" y="4211"/>
                                          <a:pt x="1950" y="4120"/>
                                          <a:pt x="2004" y="4025"/>
                                        </a:cubicBezTo>
                                        <a:cubicBezTo>
                                          <a:pt x="2058" y="3930"/>
                                          <a:pt x="2078" y="3810"/>
                                          <a:pt x="2116" y="3732"/>
                                        </a:cubicBezTo>
                                        <a:cubicBezTo>
                                          <a:pt x="2154" y="3654"/>
                                          <a:pt x="2189" y="3607"/>
                                          <a:pt x="2230" y="3555"/>
                                        </a:cubicBezTo>
                                        <a:cubicBezTo>
                                          <a:pt x="2271" y="3503"/>
                                          <a:pt x="2306" y="3494"/>
                                          <a:pt x="2364" y="3417"/>
                                        </a:cubicBezTo>
                                        <a:cubicBezTo>
                                          <a:pt x="2422" y="3340"/>
                                          <a:pt x="2524" y="3176"/>
                                          <a:pt x="2581" y="3090"/>
                                        </a:cubicBezTo>
                                        <a:cubicBezTo>
                                          <a:pt x="2638" y="3004"/>
                                          <a:pt x="2644" y="2977"/>
                                          <a:pt x="2707" y="2898"/>
                                        </a:cubicBezTo>
                                        <a:cubicBezTo>
                                          <a:pt x="2770" y="2819"/>
                                          <a:pt x="2876" y="2708"/>
                                          <a:pt x="2962" y="2616"/>
                                        </a:cubicBezTo>
                                        <a:cubicBezTo>
                                          <a:pt x="3048" y="2524"/>
                                          <a:pt x="3153" y="2333"/>
                                          <a:pt x="3226" y="2345"/>
                                        </a:cubicBezTo>
                                        <a:cubicBezTo>
                                          <a:pt x="3299" y="2357"/>
                                          <a:pt x="3352" y="2597"/>
                                          <a:pt x="3403" y="2688"/>
                                        </a:cubicBezTo>
                                        <a:cubicBezTo>
                                          <a:pt x="3454" y="2779"/>
                                          <a:pt x="3474" y="2816"/>
                                          <a:pt x="3529" y="2892"/>
                                        </a:cubicBezTo>
                                        <a:cubicBezTo>
                                          <a:pt x="3584" y="2968"/>
                                          <a:pt x="3660" y="3026"/>
                                          <a:pt x="3730" y="3141"/>
                                        </a:cubicBezTo>
                                        <a:cubicBezTo>
                                          <a:pt x="3800" y="3256"/>
                                          <a:pt x="3881" y="3416"/>
                                          <a:pt x="3949" y="3579"/>
                                        </a:cubicBezTo>
                                        <a:cubicBezTo>
                                          <a:pt x="4017" y="3742"/>
                                          <a:pt x="4086" y="4002"/>
                                          <a:pt x="4141" y="4122"/>
                                        </a:cubicBezTo>
                                        <a:cubicBezTo>
                                          <a:pt x="4196" y="4242"/>
                                          <a:pt x="4213" y="4212"/>
                                          <a:pt x="4279" y="4299"/>
                                        </a:cubicBezTo>
                                        <a:cubicBezTo>
                                          <a:pt x="4345" y="4386"/>
                                          <a:pt x="4474" y="4559"/>
                                          <a:pt x="4537" y="4647"/>
                                        </a:cubicBezTo>
                                        <a:cubicBezTo>
                                          <a:pt x="4600" y="4735"/>
                                          <a:pt x="4624" y="4754"/>
                                          <a:pt x="4657" y="4827"/>
                                        </a:cubicBezTo>
                                        <a:cubicBezTo>
                                          <a:pt x="4690" y="4900"/>
                                          <a:pt x="4714" y="5030"/>
                                          <a:pt x="4738" y="5082"/>
                                        </a:cubicBezTo>
                                        <a:cubicBezTo>
                                          <a:pt x="4762" y="5134"/>
                                          <a:pt x="4777" y="5135"/>
                                          <a:pt x="4804" y="5139"/>
                                        </a:cubicBezTo>
                                        <a:cubicBezTo>
                                          <a:pt x="4831" y="5143"/>
                                          <a:pt x="4870" y="5125"/>
                                          <a:pt x="4900" y="5106"/>
                                        </a:cubicBezTo>
                                        <a:cubicBezTo>
                                          <a:pt x="4930" y="5087"/>
                                          <a:pt x="4942" y="5043"/>
                                          <a:pt x="4987" y="5022"/>
                                        </a:cubicBezTo>
                                        <a:cubicBezTo>
                                          <a:pt x="5032" y="5001"/>
                                          <a:pt x="5114" y="5003"/>
                                          <a:pt x="5167" y="4980"/>
                                        </a:cubicBezTo>
                                        <a:cubicBezTo>
                                          <a:pt x="5220" y="4957"/>
                                          <a:pt x="5278" y="4908"/>
                                          <a:pt x="5308" y="4884"/>
                                        </a:cubicBezTo>
                                        <a:cubicBezTo>
                                          <a:pt x="5338" y="4860"/>
                                          <a:pt x="5333" y="4852"/>
                                          <a:pt x="5350" y="4839"/>
                                        </a:cubicBezTo>
                                        <a:cubicBezTo>
                                          <a:pt x="5367" y="4826"/>
                                          <a:pt x="5400" y="4822"/>
                                          <a:pt x="5410" y="4809"/>
                                        </a:cubicBezTo>
                                        <a:cubicBezTo>
                                          <a:pt x="5420" y="4796"/>
                                          <a:pt x="5418" y="4769"/>
                                          <a:pt x="5413" y="4758"/>
                                        </a:cubicBezTo>
                                        <a:cubicBezTo>
                                          <a:pt x="5408" y="4747"/>
                                          <a:pt x="5393" y="4739"/>
                                          <a:pt x="5377" y="4740"/>
                                        </a:cubicBezTo>
                                        <a:cubicBezTo>
                                          <a:pt x="5361" y="4741"/>
                                          <a:pt x="5335" y="4760"/>
                                          <a:pt x="5314" y="4764"/>
                                        </a:cubicBezTo>
                                        <a:cubicBezTo>
                                          <a:pt x="5293" y="4768"/>
                                          <a:pt x="5296" y="4764"/>
                                          <a:pt x="5248" y="4764"/>
                                        </a:cubicBezTo>
                                        <a:cubicBezTo>
                                          <a:pt x="5200" y="4764"/>
                                          <a:pt x="5092" y="4796"/>
                                          <a:pt x="5023" y="4767"/>
                                        </a:cubicBezTo>
                                        <a:cubicBezTo>
                                          <a:pt x="4954" y="4738"/>
                                          <a:pt x="4908" y="4729"/>
                                          <a:pt x="4834" y="4590"/>
                                        </a:cubicBezTo>
                                        <a:cubicBezTo>
                                          <a:pt x="4760" y="4451"/>
                                          <a:pt x="4654" y="4096"/>
                                          <a:pt x="4579" y="3936"/>
                                        </a:cubicBezTo>
                                        <a:cubicBezTo>
                                          <a:pt x="4504" y="3776"/>
                                          <a:pt x="4431" y="3728"/>
                                          <a:pt x="4384" y="3627"/>
                                        </a:cubicBezTo>
                                        <a:cubicBezTo>
                                          <a:pt x="4337" y="3526"/>
                                          <a:pt x="4325" y="3403"/>
                                          <a:pt x="4297" y="3327"/>
                                        </a:cubicBezTo>
                                        <a:cubicBezTo>
                                          <a:pt x="4269" y="3251"/>
                                          <a:pt x="4240" y="3255"/>
                                          <a:pt x="4216" y="3170"/>
                                        </a:cubicBezTo>
                                        <a:cubicBezTo>
                                          <a:pt x="4192" y="3085"/>
                                          <a:pt x="4191" y="2946"/>
                                          <a:pt x="4156" y="2817"/>
                                        </a:cubicBezTo>
                                        <a:cubicBezTo>
                                          <a:pt x="4121" y="2688"/>
                                          <a:pt x="4057" y="2517"/>
                                          <a:pt x="4006" y="2394"/>
                                        </a:cubicBezTo>
                                        <a:cubicBezTo>
                                          <a:pt x="3955" y="2271"/>
                                          <a:pt x="3892" y="2237"/>
                                          <a:pt x="3850" y="2079"/>
                                        </a:cubicBezTo>
                                        <a:cubicBezTo>
                                          <a:pt x="3808" y="1921"/>
                                          <a:pt x="3765" y="1617"/>
                                          <a:pt x="3751" y="1446"/>
                                        </a:cubicBezTo>
                                        <a:cubicBezTo>
                                          <a:pt x="3737" y="1275"/>
                                          <a:pt x="3747" y="1174"/>
                                          <a:pt x="3766" y="1053"/>
                                        </a:cubicBezTo>
                                        <a:cubicBezTo>
                                          <a:pt x="3785" y="932"/>
                                          <a:pt x="3804" y="817"/>
                                          <a:pt x="3866" y="722"/>
                                        </a:cubicBezTo>
                                        <a:cubicBezTo>
                                          <a:pt x="3928" y="627"/>
                                          <a:pt x="3986" y="527"/>
                                          <a:pt x="4136" y="482"/>
                                        </a:cubicBezTo>
                                        <a:cubicBezTo>
                                          <a:pt x="4286" y="437"/>
                                          <a:pt x="4581" y="449"/>
                                          <a:pt x="4766" y="452"/>
                                        </a:cubicBezTo>
                                        <a:cubicBezTo>
                                          <a:pt x="4951" y="455"/>
                                          <a:pt x="5117" y="507"/>
                                          <a:pt x="5246" y="502"/>
                                        </a:cubicBezTo>
                                        <a:cubicBezTo>
                                          <a:pt x="5375" y="497"/>
                                          <a:pt x="5451" y="438"/>
                                          <a:pt x="5542" y="423"/>
                                        </a:cubicBezTo>
                                        <a:cubicBezTo>
                                          <a:pt x="5633" y="408"/>
                                          <a:pt x="5704" y="419"/>
                                          <a:pt x="5794" y="414"/>
                                        </a:cubicBezTo>
                                        <a:cubicBezTo>
                                          <a:pt x="5884" y="409"/>
                                          <a:pt x="6005" y="398"/>
                                          <a:pt x="6082" y="393"/>
                                        </a:cubicBezTo>
                                        <a:cubicBezTo>
                                          <a:pt x="6159" y="388"/>
                                          <a:pt x="6213" y="392"/>
                                          <a:pt x="6259" y="384"/>
                                        </a:cubicBezTo>
                                        <a:cubicBezTo>
                                          <a:pt x="6305" y="376"/>
                                          <a:pt x="6349" y="355"/>
                                          <a:pt x="6361" y="342"/>
                                        </a:cubicBezTo>
                                        <a:cubicBezTo>
                                          <a:pt x="6373" y="329"/>
                                          <a:pt x="6360" y="316"/>
                                          <a:pt x="6331" y="309"/>
                                        </a:cubicBezTo>
                                        <a:cubicBezTo>
                                          <a:pt x="6302" y="302"/>
                                          <a:pt x="6180" y="308"/>
                                          <a:pt x="6187" y="303"/>
                                        </a:cubicBezTo>
                                        <a:cubicBezTo>
                                          <a:pt x="6194" y="298"/>
                                          <a:pt x="6339" y="287"/>
                                          <a:pt x="6376" y="279"/>
                                        </a:cubicBezTo>
                                        <a:cubicBezTo>
                                          <a:pt x="6413" y="271"/>
                                          <a:pt x="6410" y="264"/>
                                          <a:pt x="6412" y="255"/>
                                        </a:cubicBezTo>
                                        <a:cubicBezTo>
                                          <a:pt x="6414" y="246"/>
                                          <a:pt x="6411" y="234"/>
                                          <a:pt x="6388" y="225"/>
                                        </a:cubicBezTo>
                                        <a:cubicBezTo>
                                          <a:pt x="6365" y="216"/>
                                          <a:pt x="6268" y="205"/>
                                          <a:pt x="6274" y="201"/>
                                        </a:cubicBezTo>
                                        <a:cubicBezTo>
                                          <a:pt x="6280" y="197"/>
                                          <a:pt x="6392" y="204"/>
                                          <a:pt x="6424" y="201"/>
                                        </a:cubicBezTo>
                                        <a:cubicBezTo>
                                          <a:pt x="6456" y="198"/>
                                          <a:pt x="6459" y="190"/>
                                          <a:pt x="6466" y="183"/>
                                        </a:cubicBezTo>
                                        <a:cubicBezTo>
                                          <a:pt x="6473" y="176"/>
                                          <a:pt x="6496" y="163"/>
                                          <a:pt x="6466" y="156"/>
                                        </a:cubicBezTo>
                                        <a:cubicBezTo>
                                          <a:pt x="6436" y="149"/>
                                          <a:pt x="6298" y="149"/>
                                          <a:pt x="6286" y="141"/>
                                        </a:cubicBezTo>
                                        <a:cubicBezTo>
                                          <a:pt x="6274" y="133"/>
                                          <a:pt x="6372" y="118"/>
                                          <a:pt x="6391" y="108"/>
                                        </a:cubicBezTo>
                                        <a:cubicBezTo>
                                          <a:pt x="6410" y="98"/>
                                          <a:pt x="6410" y="85"/>
                                          <a:pt x="6400" y="78"/>
                                        </a:cubicBezTo>
                                        <a:cubicBezTo>
                                          <a:pt x="6390" y="71"/>
                                          <a:pt x="6368" y="68"/>
                                          <a:pt x="6328" y="66"/>
                                        </a:cubicBezTo>
                                        <a:cubicBezTo>
                                          <a:pt x="6288" y="64"/>
                                          <a:pt x="6214" y="68"/>
                                          <a:pt x="6160" y="66"/>
                                        </a:cubicBezTo>
                                        <a:cubicBezTo>
                                          <a:pt x="6106" y="64"/>
                                          <a:pt x="6055" y="40"/>
                                          <a:pt x="6001" y="51"/>
                                        </a:cubicBezTo>
                                        <a:cubicBezTo>
                                          <a:pt x="5947" y="62"/>
                                          <a:pt x="5907" y="114"/>
                                          <a:pt x="5836" y="135"/>
                                        </a:cubicBezTo>
                                        <a:cubicBezTo>
                                          <a:pt x="5765" y="156"/>
                                          <a:pt x="5686" y="172"/>
                                          <a:pt x="5575" y="174"/>
                                        </a:cubicBezTo>
                                        <a:cubicBezTo>
                                          <a:pt x="5464" y="176"/>
                                          <a:pt x="5283" y="150"/>
                                          <a:pt x="5167" y="150"/>
                                        </a:cubicBezTo>
                                        <a:cubicBezTo>
                                          <a:pt x="5051" y="150"/>
                                          <a:pt x="4957" y="174"/>
                                          <a:pt x="4879" y="177"/>
                                        </a:cubicBezTo>
                                        <a:cubicBezTo>
                                          <a:pt x="4801" y="180"/>
                                          <a:pt x="4778" y="172"/>
                                          <a:pt x="4699" y="171"/>
                                        </a:cubicBezTo>
                                        <a:cubicBezTo>
                                          <a:pt x="4620" y="170"/>
                                          <a:pt x="4481" y="180"/>
                                          <a:pt x="4405" y="168"/>
                                        </a:cubicBezTo>
                                        <a:cubicBezTo>
                                          <a:pt x="4329" y="156"/>
                                          <a:pt x="4307" y="114"/>
                                          <a:pt x="4240" y="96"/>
                                        </a:cubicBezTo>
                                        <a:cubicBezTo>
                                          <a:pt x="4173" y="78"/>
                                          <a:pt x="4094" y="66"/>
                                          <a:pt x="4000" y="60"/>
                                        </a:cubicBezTo>
                                        <a:cubicBezTo>
                                          <a:pt x="3906" y="54"/>
                                          <a:pt x="3767" y="63"/>
                                          <a:pt x="3676" y="60"/>
                                        </a:cubicBezTo>
                                        <a:cubicBezTo>
                                          <a:pt x="3585" y="57"/>
                                          <a:pt x="3498" y="46"/>
                                          <a:pt x="3451" y="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Freeform 8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71" y="2565"/>
                                    <a:ext cx="290" cy="132"/>
                                  </a:xfrm>
                                  <a:custGeom>
                                    <a:avLst/>
                                    <a:gdLst>
                                      <a:gd name="T0" fmla="*/ 251 w 290"/>
                                      <a:gd name="T1" fmla="*/ 132 h 132"/>
                                      <a:gd name="T2" fmla="*/ 146 w 290"/>
                                      <a:gd name="T3" fmla="*/ 96 h 132"/>
                                      <a:gd name="T4" fmla="*/ 74 w 290"/>
                                      <a:gd name="T5" fmla="*/ 108 h 132"/>
                                      <a:gd name="T6" fmla="*/ 35 w 290"/>
                                      <a:gd name="T7" fmla="*/ 90 h 132"/>
                                      <a:gd name="T8" fmla="*/ 11 w 290"/>
                                      <a:gd name="T9" fmla="*/ 48 h 132"/>
                                      <a:gd name="T10" fmla="*/ 101 w 290"/>
                                      <a:gd name="T11" fmla="*/ 18 h 132"/>
                                      <a:gd name="T12" fmla="*/ 173 w 290"/>
                                      <a:gd name="T13" fmla="*/ 15 h 132"/>
                                      <a:gd name="T14" fmla="*/ 242 w 290"/>
                                      <a:gd name="T15" fmla="*/ 15 h 132"/>
                                      <a:gd name="T16" fmla="*/ 290 w 290"/>
                                      <a:gd name="T17" fmla="*/ 0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290" h="132">
                                        <a:moveTo>
                                          <a:pt x="251" y="132"/>
                                        </a:moveTo>
                                        <a:cubicBezTo>
                                          <a:pt x="213" y="116"/>
                                          <a:pt x="175" y="100"/>
                                          <a:pt x="146" y="96"/>
                                        </a:cubicBezTo>
                                        <a:cubicBezTo>
                                          <a:pt x="117" y="92"/>
                                          <a:pt x="92" y="109"/>
                                          <a:pt x="74" y="108"/>
                                        </a:cubicBezTo>
                                        <a:cubicBezTo>
                                          <a:pt x="56" y="107"/>
                                          <a:pt x="46" y="100"/>
                                          <a:pt x="35" y="90"/>
                                        </a:cubicBezTo>
                                        <a:cubicBezTo>
                                          <a:pt x="24" y="80"/>
                                          <a:pt x="0" y="60"/>
                                          <a:pt x="11" y="48"/>
                                        </a:cubicBezTo>
                                        <a:cubicBezTo>
                                          <a:pt x="22" y="36"/>
                                          <a:pt x="74" y="23"/>
                                          <a:pt x="101" y="18"/>
                                        </a:cubicBezTo>
                                        <a:cubicBezTo>
                                          <a:pt x="128" y="13"/>
                                          <a:pt x="150" y="15"/>
                                          <a:pt x="173" y="15"/>
                                        </a:cubicBezTo>
                                        <a:cubicBezTo>
                                          <a:pt x="196" y="15"/>
                                          <a:pt x="223" y="17"/>
                                          <a:pt x="242" y="15"/>
                                        </a:cubicBezTo>
                                        <a:cubicBezTo>
                                          <a:pt x="261" y="13"/>
                                          <a:pt x="275" y="6"/>
                                          <a:pt x="29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Freeform 8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782" y="2553"/>
                                    <a:ext cx="334" cy="139"/>
                                  </a:xfrm>
                                  <a:custGeom>
                                    <a:avLst/>
                                    <a:gdLst>
                                      <a:gd name="T0" fmla="*/ 0 w 334"/>
                                      <a:gd name="T1" fmla="*/ 90 h 139"/>
                                      <a:gd name="T2" fmla="*/ 66 w 334"/>
                                      <a:gd name="T3" fmla="*/ 129 h 139"/>
                                      <a:gd name="T4" fmla="*/ 120 w 334"/>
                                      <a:gd name="T5" fmla="*/ 138 h 139"/>
                                      <a:gd name="T6" fmla="*/ 168 w 334"/>
                                      <a:gd name="T7" fmla="*/ 120 h 139"/>
                                      <a:gd name="T8" fmla="*/ 270 w 334"/>
                                      <a:gd name="T9" fmla="*/ 123 h 139"/>
                                      <a:gd name="T10" fmla="*/ 318 w 334"/>
                                      <a:gd name="T11" fmla="*/ 102 h 139"/>
                                      <a:gd name="T12" fmla="*/ 324 w 334"/>
                                      <a:gd name="T13" fmla="*/ 69 h 139"/>
                                      <a:gd name="T14" fmla="*/ 258 w 334"/>
                                      <a:gd name="T15" fmla="*/ 42 h 139"/>
                                      <a:gd name="T16" fmla="*/ 186 w 334"/>
                                      <a:gd name="T17" fmla="*/ 24 h 139"/>
                                      <a:gd name="T18" fmla="*/ 132 w 334"/>
                                      <a:gd name="T19" fmla="*/ 0 h 1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4" h="139">
                                        <a:moveTo>
                                          <a:pt x="0" y="90"/>
                                        </a:moveTo>
                                        <a:cubicBezTo>
                                          <a:pt x="11" y="96"/>
                                          <a:pt x="46" y="121"/>
                                          <a:pt x="66" y="129"/>
                                        </a:cubicBezTo>
                                        <a:cubicBezTo>
                                          <a:pt x="86" y="137"/>
                                          <a:pt x="103" y="139"/>
                                          <a:pt x="120" y="138"/>
                                        </a:cubicBezTo>
                                        <a:cubicBezTo>
                                          <a:pt x="137" y="137"/>
                                          <a:pt x="143" y="122"/>
                                          <a:pt x="168" y="120"/>
                                        </a:cubicBezTo>
                                        <a:cubicBezTo>
                                          <a:pt x="193" y="118"/>
                                          <a:pt x="245" y="126"/>
                                          <a:pt x="270" y="123"/>
                                        </a:cubicBezTo>
                                        <a:cubicBezTo>
                                          <a:pt x="295" y="120"/>
                                          <a:pt x="309" y="111"/>
                                          <a:pt x="318" y="102"/>
                                        </a:cubicBezTo>
                                        <a:cubicBezTo>
                                          <a:pt x="327" y="93"/>
                                          <a:pt x="334" y="79"/>
                                          <a:pt x="324" y="69"/>
                                        </a:cubicBezTo>
                                        <a:cubicBezTo>
                                          <a:pt x="314" y="59"/>
                                          <a:pt x="281" y="49"/>
                                          <a:pt x="258" y="42"/>
                                        </a:cubicBezTo>
                                        <a:cubicBezTo>
                                          <a:pt x="235" y="35"/>
                                          <a:pt x="207" y="31"/>
                                          <a:pt x="186" y="24"/>
                                        </a:cubicBezTo>
                                        <a:cubicBezTo>
                                          <a:pt x="165" y="17"/>
                                          <a:pt x="147" y="9"/>
                                          <a:pt x="13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Freeform 8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4" y="1564"/>
                                    <a:ext cx="674" cy="1022"/>
                                  </a:xfrm>
                                  <a:custGeom>
                                    <a:avLst/>
                                    <a:gdLst>
                                      <a:gd name="T0" fmla="*/ 171 w 674"/>
                                      <a:gd name="T1" fmla="*/ 971 h 1022"/>
                                      <a:gd name="T2" fmla="*/ 99 w 674"/>
                                      <a:gd name="T3" fmla="*/ 791 h 1022"/>
                                      <a:gd name="T4" fmla="*/ 84 w 674"/>
                                      <a:gd name="T5" fmla="*/ 641 h 1022"/>
                                      <a:gd name="T6" fmla="*/ 54 w 674"/>
                                      <a:gd name="T7" fmla="*/ 491 h 1022"/>
                                      <a:gd name="T8" fmla="*/ 15 w 674"/>
                                      <a:gd name="T9" fmla="*/ 392 h 1022"/>
                                      <a:gd name="T10" fmla="*/ 15 w 674"/>
                                      <a:gd name="T11" fmla="*/ 227 h 1022"/>
                                      <a:gd name="T12" fmla="*/ 108 w 674"/>
                                      <a:gd name="T13" fmla="*/ 62 h 1022"/>
                                      <a:gd name="T14" fmla="*/ 297 w 674"/>
                                      <a:gd name="T15" fmla="*/ 8 h 1022"/>
                                      <a:gd name="T16" fmla="*/ 540 w 674"/>
                                      <a:gd name="T17" fmla="*/ 29 h 1022"/>
                                      <a:gd name="T18" fmla="*/ 660 w 674"/>
                                      <a:gd name="T19" fmla="*/ 182 h 1022"/>
                                      <a:gd name="T20" fmla="*/ 627 w 674"/>
                                      <a:gd name="T21" fmla="*/ 437 h 1022"/>
                                      <a:gd name="T22" fmla="*/ 609 w 674"/>
                                      <a:gd name="T23" fmla="*/ 536 h 1022"/>
                                      <a:gd name="T24" fmla="*/ 543 w 674"/>
                                      <a:gd name="T25" fmla="*/ 662 h 1022"/>
                                      <a:gd name="T26" fmla="*/ 528 w 674"/>
                                      <a:gd name="T27" fmla="*/ 794 h 1022"/>
                                      <a:gd name="T28" fmla="*/ 525 w 674"/>
                                      <a:gd name="T29" fmla="*/ 1022 h 102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674" h="1022">
                                        <a:moveTo>
                                          <a:pt x="171" y="971"/>
                                        </a:moveTo>
                                        <a:cubicBezTo>
                                          <a:pt x="157" y="941"/>
                                          <a:pt x="113" y="846"/>
                                          <a:pt x="99" y="791"/>
                                        </a:cubicBezTo>
                                        <a:cubicBezTo>
                                          <a:pt x="85" y="736"/>
                                          <a:pt x="91" y="691"/>
                                          <a:pt x="84" y="641"/>
                                        </a:cubicBezTo>
                                        <a:cubicBezTo>
                                          <a:pt x="77" y="591"/>
                                          <a:pt x="65" y="532"/>
                                          <a:pt x="54" y="491"/>
                                        </a:cubicBezTo>
                                        <a:cubicBezTo>
                                          <a:pt x="43" y="450"/>
                                          <a:pt x="21" y="436"/>
                                          <a:pt x="15" y="392"/>
                                        </a:cubicBezTo>
                                        <a:cubicBezTo>
                                          <a:pt x="9" y="348"/>
                                          <a:pt x="0" y="282"/>
                                          <a:pt x="15" y="227"/>
                                        </a:cubicBezTo>
                                        <a:cubicBezTo>
                                          <a:pt x="30" y="172"/>
                                          <a:pt x="61" y="98"/>
                                          <a:pt x="108" y="62"/>
                                        </a:cubicBezTo>
                                        <a:cubicBezTo>
                                          <a:pt x="155" y="26"/>
                                          <a:pt x="225" y="13"/>
                                          <a:pt x="297" y="8"/>
                                        </a:cubicBezTo>
                                        <a:cubicBezTo>
                                          <a:pt x="369" y="3"/>
                                          <a:pt x="480" y="0"/>
                                          <a:pt x="540" y="29"/>
                                        </a:cubicBezTo>
                                        <a:cubicBezTo>
                                          <a:pt x="600" y="58"/>
                                          <a:pt x="646" y="114"/>
                                          <a:pt x="660" y="182"/>
                                        </a:cubicBezTo>
                                        <a:cubicBezTo>
                                          <a:pt x="674" y="250"/>
                                          <a:pt x="635" y="378"/>
                                          <a:pt x="627" y="437"/>
                                        </a:cubicBezTo>
                                        <a:cubicBezTo>
                                          <a:pt x="619" y="496"/>
                                          <a:pt x="623" y="499"/>
                                          <a:pt x="609" y="536"/>
                                        </a:cubicBezTo>
                                        <a:cubicBezTo>
                                          <a:pt x="595" y="573"/>
                                          <a:pt x="556" y="619"/>
                                          <a:pt x="543" y="662"/>
                                        </a:cubicBezTo>
                                        <a:cubicBezTo>
                                          <a:pt x="530" y="705"/>
                                          <a:pt x="531" y="734"/>
                                          <a:pt x="528" y="794"/>
                                        </a:cubicBezTo>
                                        <a:cubicBezTo>
                                          <a:pt x="525" y="854"/>
                                          <a:pt x="525" y="938"/>
                                          <a:pt x="525" y="102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Freeform 8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36" y="2127"/>
                                    <a:ext cx="417" cy="207"/>
                                  </a:xfrm>
                                  <a:custGeom>
                                    <a:avLst/>
                                    <a:gdLst>
                                      <a:gd name="T0" fmla="*/ 0 w 417"/>
                                      <a:gd name="T1" fmla="*/ 30 h 207"/>
                                      <a:gd name="T2" fmla="*/ 63 w 417"/>
                                      <a:gd name="T3" fmla="*/ 156 h 207"/>
                                      <a:gd name="T4" fmla="*/ 150 w 417"/>
                                      <a:gd name="T5" fmla="*/ 201 h 207"/>
                                      <a:gd name="T6" fmla="*/ 237 w 417"/>
                                      <a:gd name="T7" fmla="*/ 195 h 207"/>
                                      <a:gd name="T8" fmla="*/ 273 w 417"/>
                                      <a:gd name="T9" fmla="*/ 195 h 207"/>
                                      <a:gd name="T10" fmla="*/ 330 w 417"/>
                                      <a:gd name="T11" fmla="*/ 162 h 207"/>
                                      <a:gd name="T12" fmla="*/ 417 w 417"/>
                                      <a:gd name="T13" fmla="*/ 0 h 20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17" h="207">
                                        <a:moveTo>
                                          <a:pt x="0" y="30"/>
                                        </a:moveTo>
                                        <a:cubicBezTo>
                                          <a:pt x="19" y="78"/>
                                          <a:pt x="38" y="127"/>
                                          <a:pt x="63" y="156"/>
                                        </a:cubicBezTo>
                                        <a:cubicBezTo>
                                          <a:pt x="88" y="185"/>
                                          <a:pt x="121" y="195"/>
                                          <a:pt x="150" y="201"/>
                                        </a:cubicBezTo>
                                        <a:cubicBezTo>
                                          <a:pt x="179" y="207"/>
                                          <a:pt x="217" y="196"/>
                                          <a:pt x="237" y="195"/>
                                        </a:cubicBezTo>
                                        <a:cubicBezTo>
                                          <a:pt x="257" y="194"/>
                                          <a:pt x="258" y="200"/>
                                          <a:pt x="273" y="195"/>
                                        </a:cubicBezTo>
                                        <a:cubicBezTo>
                                          <a:pt x="288" y="190"/>
                                          <a:pt x="306" y="195"/>
                                          <a:pt x="330" y="162"/>
                                        </a:cubicBezTo>
                                        <a:cubicBezTo>
                                          <a:pt x="354" y="129"/>
                                          <a:pt x="385" y="64"/>
                                          <a:pt x="417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6" name="Freeform 8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0" y="9865"/>
                                  <a:ext cx="390" cy="413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5 h 413"/>
                                    <a:gd name="T2" fmla="*/ 23 w 390"/>
                                    <a:gd name="T3" fmla="*/ 375 h 413"/>
                                    <a:gd name="T4" fmla="*/ 375 w 390"/>
                                    <a:gd name="T5" fmla="*/ 413 h 413"/>
                                    <a:gd name="T6" fmla="*/ 390 w 390"/>
                                    <a:gd name="T7" fmla="*/ 0 h 413"/>
                                    <a:gd name="T8" fmla="*/ 0 w 390"/>
                                    <a:gd name="T9" fmla="*/ 45 h 4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0" h="413">
                                      <a:moveTo>
                                        <a:pt x="0" y="45"/>
                                      </a:moveTo>
                                      <a:lnTo>
                                        <a:pt x="23" y="375"/>
                                      </a:lnTo>
                                      <a:lnTo>
                                        <a:pt x="375" y="413"/>
                                      </a:lnTo>
                                      <a:lnTo>
                                        <a:pt x="390" y="0"/>
                                      </a:lnTo>
                                      <a:lnTo>
                                        <a:pt x="0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8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0" y="9880"/>
                                  <a:ext cx="360" cy="390"/>
                                </a:xfrm>
                                <a:custGeom>
                                  <a:avLst/>
                                  <a:gdLst>
                                    <a:gd name="T0" fmla="*/ 360 w 360"/>
                                    <a:gd name="T1" fmla="*/ 390 h 390"/>
                                    <a:gd name="T2" fmla="*/ 353 w 360"/>
                                    <a:gd name="T3" fmla="*/ 30 h 390"/>
                                    <a:gd name="T4" fmla="*/ 0 w 360"/>
                                    <a:gd name="T5" fmla="*/ 0 h 390"/>
                                    <a:gd name="T6" fmla="*/ 23 w 360"/>
                                    <a:gd name="T7" fmla="*/ 383 h 390"/>
                                    <a:gd name="T8" fmla="*/ 360 w 360"/>
                                    <a:gd name="T9" fmla="*/ 39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0" h="390">
                                      <a:moveTo>
                                        <a:pt x="360" y="390"/>
                                      </a:moveTo>
                                      <a:lnTo>
                                        <a:pt x="353" y="3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3" y="383"/>
                                      </a:lnTo>
                                      <a:lnTo>
                                        <a:pt x="360" y="3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8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10" y="14080"/>
                                  <a:ext cx="383" cy="383"/>
                                </a:xfrm>
                                <a:custGeom>
                                  <a:avLst/>
                                  <a:gdLst>
                                    <a:gd name="T0" fmla="*/ 0 w 383"/>
                                    <a:gd name="T1" fmla="*/ 270 h 383"/>
                                    <a:gd name="T2" fmla="*/ 285 w 383"/>
                                    <a:gd name="T3" fmla="*/ 383 h 383"/>
                                    <a:gd name="T4" fmla="*/ 383 w 383"/>
                                    <a:gd name="T5" fmla="*/ 128 h 383"/>
                                    <a:gd name="T6" fmla="*/ 60 w 383"/>
                                    <a:gd name="T7" fmla="*/ 0 h 383"/>
                                    <a:gd name="T8" fmla="*/ 0 w 383"/>
                                    <a:gd name="T9" fmla="*/ 270 h 3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3" h="383">
                                      <a:moveTo>
                                        <a:pt x="0" y="270"/>
                                      </a:moveTo>
                                      <a:lnTo>
                                        <a:pt x="285" y="383"/>
                                      </a:lnTo>
                                      <a:lnTo>
                                        <a:pt x="383" y="128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0" y="2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8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85" y="14163"/>
                                  <a:ext cx="480" cy="405"/>
                                </a:xfrm>
                                <a:custGeom>
                                  <a:avLst/>
                                  <a:gdLst>
                                    <a:gd name="T0" fmla="*/ 180 w 480"/>
                                    <a:gd name="T1" fmla="*/ 405 h 405"/>
                                    <a:gd name="T2" fmla="*/ 480 w 480"/>
                                    <a:gd name="T3" fmla="*/ 270 h 405"/>
                                    <a:gd name="T4" fmla="*/ 375 w 480"/>
                                    <a:gd name="T5" fmla="*/ 0 h 405"/>
                                    <a:gd name="T6" fmla="*/ 0 w 480"/>
                                    <a:gd name="T7" fmla="*/ 150 h 405"/>
                                    <a:gd name="T8" fmla="*/ 180 w 480"/>
                                    <a:gd name="T9" fmla="*/ 405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80" h="405">
                                      <a:moveTo>
                                        <a:pt x="180" y="405"/>
                                      </a:moveTo>
                                      <a:lnTo>
                                        <a:pt x="480" y="27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150"/>
                                      </a:lnTo>
                                      <a:lnTo>
                                        <a:pt x="180" y="40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A9572F" id="Group 823" o:spid="_x0000_s1026" style="position:absolute;margin-left:45.7pt;margin-top:5.8pt;width:62pt;height:57.8pt;z-index:251705856" coordorigin="1856,8849" coordsize="6496,6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">
                      <v:group id="Group 824" o:spid="_x0000_s1027" style="position:absolute;left:1856;top:8849;width:6496;height:6057" coordorigin="1844,1564" coordsize="6496,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<v:shape id="Freeform 825" o:spid="_x0000_s1028" style="position:absolute;left:1844;top:2478;width:6496;height:5143;visibility:visible;mso-wrap-style:square;v-text-anchor:top" coordsize="6496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" path="m2986,12v-50,9,-190,26,-300,38c2576,62,2418,71,2326,87v-92,16,-135,49,-195,60c2071,158,2041,144,1966,155v-75,11,-214,59,-285,60c1610,216,1613,173,1539,162v-74,-11,-199,-15,-300,-15c1138,147,1031,161,931,162v-100,1,-228,5,-292,-7c575,143,589,104,549,87,509,70,439,64,399,50,359,36,354,10,309,5,264,,153,9,129,20v-24,11,9,43,37,52c194,81,289,68,301,75v12,7,-19,33,-60,42c200,126,94,124,54,132,14,140,2,151,1,162v-1,11,18,30,45,38c73,208,130,206,163,210v33,4,102,13,81,15c223,227,77,216,39,222,1,228,13,249,16,260v3,11,22,23,42,28c78,293,112,288,139,288v27,,82,-1,81,3c219,295,147,299,133,312v-14,13,-32,50,,57c165,376,262,353,324,357v62,4,124,34,180,38c560,399,587,379,661,380v74,1,201,8,285,22c1030,416,1068,451,1164,462v96,11,284,10,360,8c1600,468,1541,452,1621,447v80,-5,286,-14,383,-7c2101,447,2130,481,2206,492v76,11,198,-15,255,15c2518,537,2525,621,2551,672v26,51,49,77,68,143c2638,881,2649,993,2664,1070v15,77,42,122,46,211c2714,1370,2714,1476,2686,1602v-28,126,-90,312,-142,435c2492,2160,2432,2198,2371,2337v-61,139,-139,388,-195,533c2120,3015,2129,3048,2034,3207v-95,159,-317,373,-428,615c1495,4064,1439,4505,1366,4662v-73,157,-162,74,-201,105c1126,4798,1129,4830,1129,4845v,15,16,19,33,15c1179,4856,1230,4815,1234,4818v4,3,-44,48,-45,60c1188,4890,1212,4898,1228,4893v16,-5,57,-49,60,-45c1291,4852,1246,4902,1246,4914v,12,29,11,45,6c1307,4915,1344,4877,1345,4881v1,4,-46,51,-48,63c1295,4956,1315,4959,1333,4956v18,-3,66,-33,72,-30c1411,4929,1360,4956,1369,4974v9,18,62,66,93,60c1493,5028,1540,4966,1554,4940v14,-26,-15,-33,-8,-60c1553,4853,1585,4826,1599,4775v14,-51,-2,-124,30,-203c1661,4493,1732,4393,1794,4302v62,-91,156,-182,210,-277c2058,3930,2078,3810,2116,3732v38,-78,73,-125,114,-177c2271,3503,2306,3494,2364,3417v58,-77,160,-241,217,-327c2638,3004,2644,2977,2707,2898v63,-79,169,-190,255,-282c3048,2524,3153,2333,3226,2345v73,12,126,252,177,343c3454,2779,3474,2816,3529,2892v55,76,131,134,201,249c3800,3256,3881,3416,3949,3579v68,163,137,423,192,543c4196,4242,4213,4212,4279,4299v66,87,195,260,258,348c4600,4735,4624,4754,4657,4827v33,73,57,203,81,255c4762,5134,4777,5135,4804,5139v27,4,66,-14,96,-33c4930,5087,4942,5043,4987,5022v45,-21,127,-19,180,-42c5220,4957,5278,4908,5308,4884v30,-24,25,-32,42,-45c5367,4826,5400,4822,5410,4809v10,-13,8,-40,3,-51c5408,4747,5393,4739,5377,4740v-16,1,-42,20,-63,24c5293,4768,5296,4764,5248,4764v-48,,-156,32,-225,3c4954,4738,4908,4729,4834,4590v-74,-139,-180,-494,-255,-654c4504,3776,4431,3728,4384,3627v-47,-101,-59,-224,-87,-300c4269,3251,4240,3255,4216,3170v-24,-85,-25,-224,-60,-353c4121,2688,4057,2517,4006,2394v-51,-123,-114,-157,-156,-315c3808,1921,3765,1617,3751,1446v-14,-171,-4,-272,15,-393c3785,932,3804,817,3866,722v62,-95,120,-195,270,-240c4286,437,4581,449,4766,452v185,3,351,55,480,50c5375,497,5451,438,5542,423v91,-15,162,-4,252,-9c5884,409,6005,398,6082,393v77,-5,131,-1,177,-9c6305,376,6349,355,6361,342v12,-13,-1,-26,-30,-33c6302,302,6180,308,6187,303v7,-5,152,-16,189,-24c6413,271,6410,264,6412,255v2,-9,-1,-21,-24,-30c6365,216,6268,205,6274,201v6,-4,118,3,150,c6456,198,6459,190,6466,183v7,-7,30,-20,,-27c6436,149,6298,149,6286,141v-12,-8,86,-23,105,-33c6410,98,6410,85,6400,78v-10,-7,-32,-10,-72,-12c6288,64,6214,68,6160,66,6106,64,6055,40,6001,51v-54,11,-94,63,-165,84c5765,156,5686,172,5575,174v-111,2,-292,-24,-408,-24c5051,150,4957,174,4879,177v-78,3,-101,-5,-180,-6c4620,170,4481,180,4405,168v-76,-12,-98,-54,-165,-72c4173,78,4094,66,4000,60v-94,-6,-233,3,-324,c3585,57,3498,46,3451,42e" fillcolor="#eaeaea" strokecolor="gray">
                          <v:path arrowok="t" o:connecttype="custom" o:connectlocs="2326,87;1681,215;931,162;399,50;166,72;54,132;163,210;16,260;220,291;324,357;946,402;1621,447;2461,507;2664,1070;2544,2037;2034,3207;1165,4767;1234,4818;1288,4848;1345,4881;1405,4926;1554,4940;1629,4572;2116,3732;2581,3090;3226,2345;3730,3141;4279,4299;4738,5082;4987,5022;5350,4839;5377,4740;5023,4767;4384,3627;4156,2817;3751,1446;4136,482;5542,423;6259,384;6187,303;6388,225;6466,183;6391,108;6160,66;5575,174;4699,171;4000,60" o:connectangles="0,0,0,0,0,0,0,0,0,0,0,0,0,0,0,0,0,0,0,0,0,0,0,0,0,0,0,0,0,0,0,0,0,0,0,0,0,0,0,0,0,0,0,0,0,0,0"/>
                        </v:shape>
                        <v:shape id="Freeform 826" o:spid="_x0000_s1029" style="position:absolute;left:2071;top:2565;width:290;height:132;visibility:visible;mso-wrap-style:square;v-text-anchor:top" coordsize="29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" path="m251,132c213,116,175,100,146,96,117,92,92,109,74,108,56,107,46,100,35,90,24,80,,60,11,48,22,36,74,23,101,18v27,-5,49,-3,72,-3c196,15,223,17,242,15,261,13,275,6,290,e" fillcolor="#ddd" strokecolor="gray">
                          <v:path arrowok="t" o:connecttype="custom" o:connectlocs="251,132;146,96;74,108;35,90;11,48;101,18;173,15;242,15;290,0" o:connectangles="0,0,0,0,0,0,0,0,0"/>
                        </v:shape>
                        <v:shape id="Freeform 827" o:spid="_x0000_s1030" style="position:absolute;left:7782;top:2553;width:334;height:139;visibility:visible;mso-wrap-style:square;v-text-anchor:top" coordsize="334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" path="m,90v11,6,46,31,66,39c86,137,103,139,120,138v17,-1,23,-16,48,-18c193,118,245,126,270,123v25,-3,39,-12,48,-21c327,93,334,79,324,69,314,59,281,49,258,42,235,35,207,31,186,24,165,17,147,9,132,e" fillcolor="#ddd" strokecolor="gray">
                          <v:path arrowok="t" o:connecttype="custom" o:connectlocs="0,90;66,129;120,138;168,120;270,123;318,102;324,69;258,42;186,24;132,0" o:connectangles="0,0,0,0,0,0,0,0,0,0"/>
                        </v:shape>
                        <v:shape id="Freeform 828" o:spid="_x0000_s1031" style="position:absolute;left:4704;top:1564;width:674;height:1022;visibility:visible;mso-wrap-style:square;v-text-anchor:top" coordsize="674,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" path="m171,971c157,941,113,846,99,791,85,736,91,691,84,641,77,591,65,532,54,491,43,450,21,436,15,392,9,348,,282,15,227,30,172,61,98,108,62,155,26,225,13,297,8,369,3,480,,540,29v60,29,106,85,120,153c674,250,635,378,627,437v-8,59,-4,62,-18,99c595,573,556,619,543,662v-13,43,-12,72,-15,132c525,854,525,938,525,1022e" fillcolor="#eaeaea" strokecolor="gray">
                          <v:path arrowok="t" o:connecttype="custom" o:connectlocs="171,971;99,791;84,641;54,491;15,392;15,227;108,62;297,8;540,29;660,182;627,437;609,536;543,662;528,794;525,1022" o:connectangles="0,0,0,0,0,0,0,0,0,0,0,0,0,0,0"/>
                        </v:shape>
                        <v:shape id="Freeform 829" o:spid="_x0000_s1032" style="position:absolute;left:4836;top:2127;width:417;height:207;visibility:visible;mso-wrap-style:square;v-text-anchor:top" coordsize="417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" path="m,30v19,48,38,97,63,126c88,185,121,195,150,201v29,6,67,-5,87,-6c257,194,258,200,273,195v15,-5,33,,57,-33c354,129,385,64,417,e" fillcolor="#eaeaea" strokecolor="gray">
                          <v:path arrowok="t" o:connecttype="custom" o:connectlocs="0,30;63,156;150,201;237,195;273,195;330,162;417,0" o:connectangles="0,0,0,0,0,0,0"/>
                        </v:shape>
                      </v:group>
                      <v:shape id="Freeform 830" o:spid="_x0000_s1033" style="position:absolute;left:3660;top:9865;width:390;height:413;visibility:visible;mso-wrap-style:square;v-text-anchor:top" coordsize="39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" path="m,45l23,375r352,38l390,,,45xe" fillcolor="navy">
                        <v:path arrowok="t" o:connecttype="custom" o:connectlocs="0,45;23,375;375,413;390,0;0,45" o:connectangles="0,0,0,0,0"/>
                      </v:shape>
                      <v:shape id="Freeform 831" o:spid="_x0000_s1034" style="position:absolute;left:6390;top:9880;width:360;height:390;visibility:visible;mso-wrap-style:square;v-text-anchor:top" coordsize="360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" path="m360,390l353,30,,,23,383r337,7xe" fillcolor="navy">
                        <v:path arrowok="t" o:connecttype="custom" o:connectlocs="360,390;353,30;0,0;23,383;360,390" o:connectangles="0,0,0,0,0"/>
                      </v:shape>
                      <v:shape id="Freeform 832" o:spid="_x0000_s1035" style="position:absolute;left:3210;top:14080;width:383;height:383;visibility:visible;mso-wrap-style:square;v-text-anchor:top" coordsize="383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" path="m,270l285,383,383,128,60,,,270xe" fillcolor="navy">
                        <v:path arrowok="t" o:connecttype="custom" o:connectlocs="0,270;285,383;383,128;60,0;0,270" o:connectangles="0,0,0,0,0"/>
                      </v:shape>
                      <v:shape id="Freeform 833" o:spid="_x0000_s1036" style="position:absolute;left:6285;top:14163;width:480;height:405;visibility:visible;mso-wrap-style:square;v-text-anchor:top" coordsize="480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" path="m180,405l480,270,375,,,150,180,405xe" fillcolor="navy">
                        <v:path arrowok="t" o:connecttype="custom" o:connectlocs="180,405;480,270;375,0;0,150;180,405" o:connectangles="0,0,0,0,0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3068955</wp:posOffset>
                      </wp:positionH>
                      <wp:positionV relativeFrom="paragraph">
                        <wp:posOffset>650240</wp:posOffset>
                      </wp:positionV>
                      <wp:extent cx="280670" cy="321310"/>
                      <wp:effectExtent l="36195" t="13970" r="26035" b="74295"/>
                      <wp:wrapNone/>
                      <wp:docPr id="48" name="Freeform 814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0670" cy="321310"/>
                              </a:xfrm>
                              <a:custGeom>
                                <a:avLst/>
                                <a:gdLst>
                                  <a:gd name="T0" fmla="*/ 0 w 442"/>
                                  <a:gd name="T1" fmla="*/ 442 h 506"/>
                                  <a:gd name="T2" fmla="*/ 107 w 442"/>
                                  <a:gd name="T3" fmla="*/ 199 h 506"/>
                                  <a:gd name="T4" fmla="*/ 124 w 442"/>
                                  <a:gd name="T5" fmla="*/ 113 h 506"/>
                                  <a:gd name="T6" fmla="*/ 199 w 442"/>
                                  <a:gd name="T7" fmla="*/ 14 h 506"/>
                                  <a:gd name="T8" fmla="*/ 285 w 442"/>
                                  <a:gd name="T9" fmla="*/ 0 h 506"/>
                                  <a:gd name="T10" fmla="*/ 363 w 442"/>
                                  <a:gd name="T11" fmla="*/ 64 h 506"/>
                                  <a:gd name="T12" fmla="*/ 380 w 442"/>
                                  <a:gd name="T13" fmla="*/ 104 h 506"/>
                                  <a:gd name="T14" fmla="*/ 392 w 442"/>
                                  <a:gd name="T15" fmla="*/ 235 h 506"/>
                                  <a:gd name="T16" fmla="*/ 442 w 442"/>
                                  <a:gd name="T17" fmla="*/ 506 h 506"/>
                                  <a:gd name="T18" fmla="*/ 278 w 442"/>
                                  <a:gd name="T19" fmla="*/ 28 h 506"/>
                                  <a:gd name="T20" fmla="*/ 0 w 442"/>
                                  <a:gd name="T21" fmla="*/ 442 h 5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42" h="506">
                                    <a:moveTo>
                                      <a:pt x="0" y="442"/>
                                    </a:moveTo>
                                    <a:lnTo>
                                      <a:pt x="107" y="199"/>
                                    </a:lnTo>
                                    <a:lnTo>
                                      <a:pt x="124" y="113"/>
                                    </a:lnTo>
                                    <a:lnTo>
                                      <a:pt x="199" y="14"/>
                                    </a:lnTo>
                                    <a:lnTo>
                                      <a:pt x="285" y="0"/>
                                    </a:lnTo>
                                    <a:lnTo>
                                      <a:pt x="363" y="64"/>
                                    </a:lnTo>
                                    <a:lnTo>
                                      <a:pt x="380" y="104"/>
                                    </a:lnTo>
                                    <a:lnTo>
                                      <a:pt x="392" y="235"/>
                                    </a:lnTo>
                                    <a:lnTo>
                                      <a:pt x="442" y="506"/>
                                    </a:lnTo>
                                    <a:lnTo>
                                      <a:pt x="278" y="28"/>
                                    </a:lnTo>
                                    <a:lnTo>
                                      <a:pt x="0" y="442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E81BB" id="Freeform 814" o:spid="_x0000_s1026" alt="Granite" style="position:absolute;margin-left:241.65pt;margin-top:51.2pt;width:22.1pt;height:25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2,5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NkvvNPfAAAACwEAAA8AAABkcnMvZG93&#10;bnJldi54bWxMj8tOwzAQRfdI/IM1SOxau0kDVYhTQRESi24oj7UbGyeqPY5it0n/numqLGfu1Zkz&#10;1Xryjp3MELuAEhZzAcxgE3SHVsLX59tsBSwmhVq5gEbC2URY17c3lSp1GPHDnHbJMoJgLJWENqW+&#10;5Dw2rfEqzkNvkLLfMHiVaBws14MaCe4dz4R44F51SBda1ZtNa5rD7ugvlNGP5+32x7/E4ttt3u3r&#10;4mClvL+bnp+AJTOlaxku+qQONTntwxF1ZE7CcpXnVKVAZEtg1CiyxwLYnjZFLoDXFf//Q/0H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" path="m,442l107,199r17,-86l199,14,285,r78,64l380,104r12,131l442,506,278,28,,442xe">
                      <v:fill r:id="rId7" o:title="Granite" recolor="t" type="tile"/>
                      <v:path arrowok="t" o:connecttype="custom" o:connectlocs="0,280670;67945,126365;78740,71755;126365,8890;180975,0;230505,40640;241300,66040;248920,149225;280670,321310;176530,17780;0,28067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3743325</wp:posOffset>
                      </wp:positionH>
                      <wp:positionV relativeFrom="paragraph">
                        <wp:posOffset>2251075</wp:posOffset>
                      </wp:positionV>
                      <wp:extent cx="62865" cy="165735"/>
                      <wp:effectExtent l="5715" t="5080" r="7620" b="635"/>
                      <wp:wrapNone/>
                      <wp:docPr id="47" name="Freeform 82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865" cy="165735"/>
                              </a:xfrm>
                              <a:custGeom>
                                <a:avLst/>
                                <a:gdLst>
                                  <a:gd name="T0" fmla="*/ 0 w 99"/>
                                  <a:gd name="T1" fmla="*/ 186 h 261"/>
                                  <a:gd name="T2" fmla="*/ 9 w 99"/>
                                  <a:gd name="T3" fmla="*/ 261 h 261"/>
                                  <a:gd name="T4" fmla="*/ 99 w 99"/>
                                  <a:gd name="T5" fmla="*/ 246 h 261"/>
                                  <a:gd name="T6" fmla="*/ 99 w 99"/>
                                  <a:gd name="T7" fmla="*/ 138 h 261"/>
                                  <a:gd name="T8" fmla="*/ 81 w 99"/>
                                  <a:gd name="T9" fmla="*/ 0 h 261"/>
                                  <a:gd name="T10" fmla="*/ 0 w 99"/>
                                  <a:gd name="T11" fmla="*/ 186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9" h="261">
                                    <a:moveTo>
                                      <a:pt x="0" y="186"/>
                                    </a:moveTo>
                                    <a:lnTo>
                                      <a:pt x="9" y="261"/>
                                    </a:lnTo>
                                    <a:lnTo>
                                      <a:pt x="99" y="246"/>
                                    </a:lnTo>
                                    <a:lnTo>
                                      <a:pt x="99" y="138"/>
                                    </a:lnTo>
                                    <a:lnTo>
                                      <a:pt x="81" y="0"/>
                                    </a:lnTo>
                                    <a:lnTo>
                                      <a:pt x="0" y="18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6155D" id="Freeform 822" o:spid="_x0000_s1026" alt="Granite" style="position:absolute;margin-left:294.75pt;margin-top:177.25pt;width:4.95pt;height:13.0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,2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" path="m,186r9,75l99,246r,-108l81,,,186xe" stroked="f">
                      <v:fill r:id="rId7" o:title="Granite" recolor="t" type="tile"/>
                      <v:path arrowok="t" o:connecttype="custom" o:connectlocs="0,118110;5715,165735;62865,156210;62865,87630;51435,0;0,118110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3735705</wp:posOffset>
                      </wp:positionH>
                      <wp:positionV relativeFrom="paragraph">
                        <wp:posOffset>2346960</wp:posOffset>
                      </wp:positionV>
                      <wp:extent cx="121285" cy="506095"/>
                      <wp:effectExtent l="17145" t="15240" r="13970" b="12065"/>
                      <wp:wrapNone/>
                      <wp:docPr id="46" name="Freeform 82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285" cy="506095"/>
                              </a:xfrm>
                              <a:custGeom>
                                <a:avLst/>
                                <a:gdLst>
                                  <a:gd name="T0" fmla="*/ 0 w 191"/>
                                  <a:gd name="T1" fmla="*/ 37 h 797"/>
                                  <a:gd name="T2" fmla="*/ 99 w 191"/>
                                  <a:gd name="T3" fmla="*/ 797 h 797"/>
                                  <a:gd name="T4" fmla="*/ 90 w 191"/>
                                  <a:gd name="T5" fmla="*/ 507 h 797"/>
                                  <a:gd name="T6" fmla="*/ 118 w 191"/>
                                  <a:gd name="T7" fmla="*/ 499 h 797"/>
                                  <a:gd name="T8" fmla="*/ 191 w 191"/>
                                  <a:gd name="T9" fmla="*/ 584 h 797"/>
                                  <a:gd name="T10" fmla="*/ 118 w 191"/>
                                  <a:gd name="T11" fmla="*/ 28 h 797"/>
                                  <a:gd name="T12" fmla="*/ 114 w 191"/>
                                  <a:gd name="T13" fmla="*/ 0 h 797"/>
                                  <a:gd name="T14" fmla="*/ 0 w 191"/>
                                  <a:gd name="T15" fmla="*/ 37 h 7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91" h="797">
                                    <a:moveTo>
                                      <a:pt x="0" y="37"/>
                                    </a:moveTo>
                                    <a:lnTo>
                                      <a:pt x="99" y="797"/>
                                    </a:lnTo>
                                    <a:lnTo>
                                      <a:pt x="90" y="507"/>
                                    </a:lnTo>
                                    <a:lnTo>
                                      <a:pt x="118" y="499"/>
                                    </a:lnTo>
                                    <a:lnTo>
                                      <a:pt x="191" y="584"/>
                                    </a:lnTo>
                                    <a:lnTo>
                                      <a:pt x="118" y="28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0" y="37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EABAD" id="Freeform 821" o:spid="_x0000_s1026" alt="Granite" style="position:absolute;margin-left:294.15pt;margin-top:184.8pt;width:9.55pt;height:39.8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1,7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" path="m,37l99,797,90,507r28,-8l191,584,118,28,114,,,37xe">
                      <v:fill r:id="rId7" o:title="Granite" recolor="t" type="tile"/>
                      <v:path arrowok="t" o:connecttype="custom" o:connectlocs="0,23495;62865,506095;57150,321945;74930,316865;121285,370840;74930,17780;72390,0;0,23495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3912235</wp:posOffset>
                      </wp:positionH>
                      <wp:positionV relativeFrom="paragraph">
                        <wp:posOffset>2705100</wp:posOffset>
                      </wp:positionV>
                      <wp:extent cx="306070" cy="152400"/>
                      <wp:effectExtent l="3175" t="1905" r="5080" b="7620"/>
                      <wp:wrapNone/>
                      <wp:docPr id="45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29" type="#_x0000_t202" style="position:absolute;left:0;text-align:left;margin-left:308.05pt;margin-top:213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XNe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TjESpIMavdDBorUc0Dybug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408940" cy="152400"/>
                      <wp:effectExtent l="6985" t="1905" r="3175" b="7620"/>
                      <wp:wrapNone/>
                      <wp:docPr id="44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894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T273/29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30" type="#_x0000_t202" style="position:absolute;left:0;text-align:left;margin-left:302.35pt;margin-top:162pt;width:32.2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PPOoQIAAFM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T273/29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3733800</wp:posOffset>
                      </wp:positionH>
                      <wp:positionV relativeFrom="paragraph">
                        <wp:posOffset>1751965</wp:posOffset>
                      </wp:positionV>
                      <wp:extent cx="76835" cy="621030"/>
                      <wp:effectExtent l="15240" t="10795" r="12700" b="15875"/>
                      <wp:wrapNone/>
                      <wp:docPr id="43" name="Freeform 82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835" cy="621030"/>
                              </a:xfrm>
                              <a:custGeom>
                                <a:avLst/>
                                <a:gdLst>
                                  <a:gd name="T0" fmla="*/ 28 w 121"/>
                                  <a:gd name="T1" fmla="*/ 0 h 978"/>
                                  <a:gd name="T2" fmla="*/ 36 w 121"/>
                                  <a:gd name="T3" fmla="*/ 280 h 978"/>
                                  <a:gd name="T4" fmla="*/ 36 w 121"/>
                                  <a:gd name="T5" fmla="*/ 422 h 978"/>
                                  <a:gd name="T6" fmla="*/ 44 w 121"/>
                                  <a:gd name="T7" fmla="*/ 467 h 978"/>
                                  <a:gd name="T8" fmla="*/ 68 w 121"/>
                                  <a:gd name="T9" fmla="*/ 527 h 978"/>
                                  <a:gd name="T10" fmla="*/ 52 w 121"/>
                                  <a:gd name="T11" fmla="*/ 609 h 978"/>
                                  <a:gd name="T12" fmla="*/ 48 w 121"/>
                                  <a:gd name="T13" fmla="*/ 661 h 978"/>
                                  <a:gd name="T14" fmla="*/ 68 w 121"/>
                                  <a:gd name="T15" fmla="*/ 714 h 978"/>
                                  <a:gd name="T16" fmla="*/ 77 w 121"/>
                                  <a:gd name="T17" fmla="*/ 742 h 978"/>
                                  <a:gd name="T18" fmla="*/ 77 w 121"/>
                                  <a:gd name="T19" fmla="*/ 803 h 978"/>
                                  <a:gd name="T20" fmla="*/ 0 w 121"/>
                                  <a:gd name="T21" fmla="*/ 978 h 978"/>
                                  <a:gd name="T22" fmla="*/ 121 w 121"/>
                                  <a:gd name="T23" fmla="*/ 957 h 978"/>
                                  <a:gd name="T24" fmla="*/ 28 w 121"/>
                                  <a:gd name="T25" fmla="*/ 0 h 9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21" h="978">
                                    <a:moveTo>
                                      <a:pt x="28" y="0"/>
                                    </a:moveTo>
                                    <a:lnTo>
                                      <a:pt x="36" y="280"/>
                                    </a:lnTo>
                                    <a:lnTo>
                                      <a:pt x="36" y="422"/>
                                    </a:lnTo>
                                    <a:lnTo>
                                      <a:pt x="44" y="467"/>
                                    </a:lnTo>
                                    <a:lnTo>
                                      <a:pt x="68" y="527"/>
                                    </a:lnTo>
                                    <a:lnTo>
                                      <a:pt x="52" y="609"/>
                                    </a:lnTo>
                                    <a:lnTo>
                                      <a:pt x="48" y="661"/>
                                    </a:lnTo>
                                    <a:lnTo>
                                      <a:pt x="68" y="714"/>
                                    </a:lnTo>
                                    <a:lnTo>
                                      <a:pt x="77" y="742"/>
                                    </a:lnTo>
                                    <a:lnTo>
                                      <a:pt x="77" y="803"/>
                                    </a:lnTo>
                                    <a:lnTo>
                                      <a:pt x="0" y="978"/>
                                    </a:lnTo>
                                    <a:lnTo>
                                      <a:pt x="121" y="957"/>
                                    </a:lnTo>
                                    <a:lnTo>
                                      <a:pt x="28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C6E9D" id="Freeform 820" o:spid="_x0000_s1026" alt="Granite" style="position:absolute;margin-left:294pt;margin-top:137.95pt;width:6.05pt;height:48.9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1,9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" path="m28,r8,280l36,422r8,45l68,527,52,609r-4,52l68,714r9,28l77,803,,978,121,957,28,xe">
                      <v:fill r:id="rId7" o:title="Granite" recolor="t" type="tile"/>
                      <v:path arrowok="t" o:connecttype="custom" o:connectlocs="17780,0;22860,177800;22860,267970;27940,296545;43180,334645;33020,386715;30480,419735;43180,453390;48895,471170;48895,509905;0,621030;76835,607695;17780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3692525</wp:posOffset>
                      </wp:positionH>
                      <wp:positionV relativeFrom="paragraph">
                        <wp:posOffset>1769745</wp:posOffset>
                      </wp:positionV>
                      <wp:extent cx="69215" cy="561975"/>
                      <wp:effectExtent l="12065" t="76200" r="13970" b="38100"/>
                      <wp:wrapNone/>
                      <wp:docPr id="42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9215" cy="561975"/>
                              </a:xfrm>
                              <a:custGeom>
                                <a:avLst/>
                                <a:gdLst>
                                  <a:gd name="T0" fmla="*/ 0 w 109"/>
                                  <a:gd name="T1" fmla="*/ 0 h 885"/>
                                  <a:gd name="T2" fmla="*/ 32 w 109"/>
                                  <a:gd name="T3" fmla="*/ 232 h 885"/>
                                  <a:gd name="T4" fmla="*/ 56 w 109"/>
                                  <a:gd name="T5" fmla="*/ 382 h 885"/>
                                  <a:gd name="T6" fmla="*/ 81 w 109"/>
                                  <a:gd name="T7" fmla="*/ 471 h 885"/>
                                  <a:gd name="T8" fmla="*/ 97 w 109"/>
                                  <a:gd name="T9" fmla="*/ 528 h 885"/>
                                  <a:gd name="T10" fmla="*/ 97 w 109"/>
                                  <a:gd name="T11" fmla="*/ 580 h 885"/>
                                  <a:gd name="T12" fmla="*/ 93 w 109"/>
                                  <a:gd name="T13" fmla="*/ 641 h 885"/>
                                  <a:gd name="T14" fmla="*/ 93 w 109"/>
                                  <a:gd name="T15" fmla="*/ 682 h 885"/>
                                  <a:gd name="T16" fmla="*/ 109 w 109"/>
                                  <a:gd name="T17" fmla="*/ 735 h 885"/>
                                  <a:gd name="T18" fmla="*/ 60 w 109"/>
                                  <a:gd name="T19" fmla="*/ 885 h 885"/>
                                  <a:gd name="T20" fmla="*/ 0 w 109"/>
                                  <a:gd name="T21" fmla="*/ 41 h 885"/>
                                  <a:gd name="T22" fmla="*/ 0 w 109"/>
                                  <a:gd name="T23" fmla="*/ 0 h 8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9" h="885">
                                    <a:moveTo>
                                      <a:pt x="0" y="0"/>
                                    </a:moveTo>
                                    <a:lnTo>
                                      <a:pt x="32" y="232"/>
                                    </a:lnTo>
                                    <a:lnTo>
                                      <a:pt x="56" y="382"/>
                                    </a:lnTo>
                                    <a:lnTo>
                                      <a:pt x="81" y="471"/>
                                    </a:lnTo>
                                    <a:lnTo>
                                      <a:pt x="97" y="528"/>
                                    </a:lnTo>
                                    <a:lnTo>
                                      <a:pt x="97" y="580"/>
                                    </a:lnTo>
                                    <a:lnTo>
                                      <a:pt x="93" y="641"/>
                                    </a:lnTo>
                                    <a:lnTo>
                                      <a:pt x="93" y="682"/>
                                    </a:lnTo>
                                    <a:lnTo>
                                      <a:pt x="109" y="735"/>
                                    </a:lnTo>
                                    <a:lnTo>
                                      <a:pt x="60" y="885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DCB67" id="Freeform 819" o:spid="_x0000_s1026" style="position:absolute;margin-left:290.75pt;margin-top:139.35pt;width:5.45pt;height:44.2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,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" path="m,l32,232,56,382r25,89l97,528r,52l93,641r,41l109,735,60,885,,41,,xe" fillcolor="silver">
                      <v:path arrowok="t" o:connecttype="custom" o:connectlocs="0,0;20320,147320;35560,242570;51435,299085;61595,335280;61595,368300;59055,407035;59055,433070;69215,466725;38100,561975;0,26035;0,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2340610</wp:posOffset>
                      </wp:positionH>
                      <wp:positionV relativeFrom="paragraph">
                        <wp:posOffset>1732280</wp:posOffset>
                      </wp:positionV>
                      <wp:extent cx="303530" cy="1280795"/>
                      <wp:effectExtent l="41275" t="10160" r="7620" b="13970"/>
                      <wp:wrapNone/>
                      <wp:docPr id="41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3530" cy="1280795"/>
                              </a:xfrm>
                              <a:custGeom>
                                <a:avLst/>
                                <a:gdLst>
                                  <a:gd name="T0" fmla="*/ 478 w 478"/>
                                  <a:gd name="T1" fmla="*/ 0 h 2017"/>
                                  <a:gd name="T2" fmla="*/ 306 w 478"/>
                                  <a:gd name="T3" fmla="*/ 691 h 2017"/>
                                  <a:gd name="T4" fmla="*/ 128 w 478"/>
                                  <a:gd name="T5" fmla="*/ 1333 h 2017"/>
                                  <a:gd name="T6" fmla="*/ 85 w 478"/>
                                  <a:gd name="T7" fmla="*/ 1568 h 2017"/>
                                  <a:gd name="T8" fmla="*/ 57 w 478"/>
                                  <a:gd name="T9" fmla="*/ 1696 h 2017"/>
                                  <a:gd name="T10" fmla="*/ 0 w 478"/>
                                  <a:gd name="T11" fmla="*/ 2017 h 2017"/>
                                  <a:gd name="T12" fmla="*/ 228 w 478"/>
                                  <a:gd name="T13" fmla="*/ 1112 h 2017"/>
                                  <a:gd name="T14" fmla="*/ 428 w 478"/>
                                  <a:gd name="T15" fmla="*/ 206 h 20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78" h="2017">
                                    <a:moveTo>
                                      <a:pt x="478" y="0"/>
                                    </a:moveTo>
                                    <a:lnTo>
                                      <a:pt x="306" y="691"/>
                                    </a:lnTo>
                                    <a:lnTo>
                                      <a:pt x="128" y="1333"/>
                                    </a:lnTo>
                                    <a:lnTo>
                                      <a:pt x="85" y="1568"/>
                                    </a:lnTo>
                                    <a:lnTo>
                                      <a:pt x="57" y="1696"/>
                                    </a:lnTo>
                                    <a:lnTo>
                                      <a:pt x="0" y="2017"/>
                                    </a:lnTo>
                                    <a:lnTo>
                                      <a:pt x="228" y="1112"/>
                                    </a:lnTo>
                                    <a:lnTo>
                                      <a:pt x="428" y="206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1F8AD0C" id="Freeform 816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8.2pt,136.4pt,199.6pt,170.95pt,190.7pt,203.05pt,188.55pt,214.8pt,187.15pt,221.2pt,184.3pt,237.25pt,195.7pt,192pt,205.7pt,146.7pt" coordsize="478,2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" fillcolor="silver">
                      <v:path arrowok="t" o:connecttype="custom" o:connectlocs="303530,0;194310,438785;81280,846455;53975,995680;36195,1076960;0,1280795;144780,706120;271780,130810" o:connectangles="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2729230</wp:posOffset>
                      </wp:positionH>
                      <wp:positionV relativeFrom="paragraph">
                        <wp:posOffset>1170940</wp:posOffset>
                      </wp:positionV>
                      <wp:extent cx="158750" cy="262255"/>
                      <wp:effectExtent l="29845" t="10795" r="11430" b="60325"/>
                      <wp:wrapNone/>
                      <wp:docPr id="40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750" cy="262255"/>
                              </a:xfrm>
                              <a:custGeom>
                                <a:avLst/>
                                <a:gdLst>
                                  <a:gd name="T0" fmla="*/ 214 w 250"/>
                                  <a:gd name="T1" fmla="*/ 64 h 413"/>
                                  <a:gd name="T2" fmla="*/ 78 w 250"/>
                                  <a:gd name="T3" fmla="*/ 214 h 413"/>
                                  <a:gd name="T4" fmla="*/ 0 w 250"/>
                                  <a:gd name="T5" fmla="*/ 413 h 413"/>
                                  <a:gd name="T6" fmla="*/ 250 w 250"/>
                                  <a:gd name="T7" fmla="*/ 0 h 4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50" h="413">
                                    <a:moveTo>
                                      <a:pt x="214" y="64"/>
                                    </a:moveTo>
                                    <a:lnTo>
                                      <a:pt x="78" y="214"/>
                                    </a:lnTo>
                                    <a:lnTo>
                                      <a:pt x="0" y="413"/>
                                    </a:lnTo>
                                    <a:lnTo>
                                      <a:pt x="25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FD340A9" id="Freeform 815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25.6pt,95.4pt,218.8pt,102.9pt,214.9pt,112.85pt,227.4pt,92.2pt" coordsize="250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" fillcolor="silver">
                      <v:path arrowok="t" o:connecttype="custom" o:connectlocs="135890,40640;49530,135890;0,262255;158750,0" o:connectangles="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4495165</wp:posOffset>
                      </wp:positionV>
                      <wp:extent cx="387985" cy="0"/>
                      <wp:effectExtent l="8255" t="10795" r="13335" b="8255"/>
                      <wp:wrapNone/>
                      <wp:docPr id="39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EDB2A5" id="Line 812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95pt,353.95pt" to="361.5pt,3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4304665</wp:posOffset>
                      </wp:positionV>
                      <wp:extent cx="387985" cy="0"/>
                      <wp:effectExtent l="13970" t="10795" r="7620" b="8255"/>
                      <wp:wrapNone/>
                      <wp:docPr id="38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238A8D" id="Line 811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5pt,338.95pt" to="317.7pt,3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4012565</wp:posOffset>
                      </wp:positionV>
                      <wp:extent cx="343535" cy="0"/>
                      <wp:effectExtent l="7620" t="13970" r="10795" b="5080"/>
                      <wp:wrapNone/>
                      <wp:docPr id="37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25C046" id="Line 810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15pt,315.95pt" to="363.2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9525" r="12700" b="9525"/>
                      <wp:wrapNone/>
                      <wp:docPr id="36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9479D7" id="Line 809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4524375</wp:posOffset>
                      </wp:positionV>
                      <wp:extent cx="182880" cy="0"/>
                      <wp:effectExtent l="10795" t="11430" r="6350" b="7620"/>
                      <wp:wrapNone/>
                      <wp:docPr id="35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9F3EE5" id="Line 808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356.25pt" to="185.8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yYMEwIAACo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12700" r="7620" b="6350"/>
                      <wp:wrapNone/>
                      <wp:docPr id="34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6C5264" id="Line 807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lV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NKDGVU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2540" r="1270" b="6985"/>
                      <wp:wrapNone/>
                      <wp:docPr id="33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T51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1" type="#_x0000_t202" style="position:absolute;left:0;text-align:left;margin-left:185.35pt;margin-top:271.55pt;width:24.1pt;height:1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Kl7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4472940</wp:posOffset>
                      </wp:positionV>
                      <wp:extent cx="306070" cy="152400"/>
                      <wp:effectExtent l="1905" t="7620" r="6350" b="1905"/>
                      <wp:wrapNone/>
                      <wp:docPr id="32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T50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2" type="#_x0000_t202" style="position:absolute;left:0;text-align:left;margin-left:185.7pt;margin-top:352.2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Cq/og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wZ&#10;YyRJBzV6YYNDD2pAi3Tq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5080" r="1270" b="4445"/>
                      <wp:wrapNone/>
                      <wp:docPr id="31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T47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3" type="#_x0000_t202" style="position:absolute;left:0;text-align:left;margin-left:100.6pt;margin-top:323.5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D2oQIAAFQ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T47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2540" r="635" b="6985"/>
                      <wp:wrapNone/>
                      <wp:docPr id="30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T28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4" type="#_x0000_t202" style="position:absolute;left:0;text-align:left;margin-left:104.4pt;margin-top:370.5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ATiog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7620" r="0" b="1905"/>
                      <wp:wrapNone/>
                      <wp:docPr id="29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5" type="#_x0000_t202" style="position:absolute;left:0;text-align:left;margin-left:164.45pt;margin-top:159.45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nUUoQ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zjASpIMavdDBorUc0CIeuw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4445" r="3810" b="5080"/>
                      <wp:wrapNone/>
                      <wp:docPr id="28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6" type="#_x0000_t202" style="position:absolute;left:0;text-align:left;margin-left:158.15pt;margin-top:186.95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bQoAIAAFQ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4445" r="8255" b="5080"/>
                      <wp:wrapNone/>
                      <wp:docPr id="27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7" type="#_x0000_t202" style="position:absolute;left:0;text-align:left;margin-left:154.05pt;margin-top:206.4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2875915</wp:posOffset>
                      </wp:positionV>
                      <wp:extent cx="306070" cy="152400"/>
                      <wp:effectExtent l="635" t="1270" r="7620" b="8255"/>
                      <wp:wrapNone/>
                      <wp:docPr id="26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8" type="#_x0000_t202" style="position:absolute;left:0;text-align:left;margin-left:190.85pt;margin-top:226.4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21YoQ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3068955</wp:posOffset>
                      </wp:positionV>
                      <wp:extent cx="306070" cy="152400"/>
                      <wp:effectExtent l="0" t="3810" r="8255" b="5715"/>
                      <wp:wrapNone/>
                      <wp:docPr id="25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8" o:spid="_x0000_s1039" type="#_x0000_t202" style="position:absolute;left:0;text-align:left;margin-left:186.3pt;margin-top:241.65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2328545</wp:posOffset>
                      </wp:positionH>
                      <wp:positionV relativeFrom="paragraph">
                        <wp:posOffset>3284220</wp:posOffset>
                      </wp:positionV>
                      <wp:extent cx="306070" cy="152400"/>
                      <wp:effectExtent l="635" t="0" r="7620" b="0"/>
                      <wp:wrapNone/>
                      <wp:docPr id="24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40" type="#_x0000_t202" style="position:absolute;left:0;text-align:left;margin-left:183.35pt;margin-top:258.6pt;width:24.1pt;height:1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WVx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06070" cy="152400"/>
                      <wp:effectExtent l="5080" t="8255" r="3175" b="1270"/>
                      <wp:wrapNone/>
                      <wp:docPr id="23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41" type="#_x0000_t202" style="position:absolute;left:0;text-align:left;margin-left:306.7pt;margin-top:189.5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/yU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2877185</wp:posOffset>
                      </wp:positionV>
                      <wp:extent cx="306070" cy="152400"/>
                      <wp:effectExtent l="6350" t="2540" r="1905" b="6985"/>
                      <wp:wrapNone/>
                      <wp:docPr id="22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42" type="#_x0000_t202" style="position:absolute;left:0;text-align:left;margin-left:272.3pt;margin-top:226.55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PFoogIAAFQ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3056255</wp:posOffset>
                      </wp:positionV>
                      <wp:extent cx="306070" cy="152400"/>
                      <wp:effectExtent l="635" t="635" r="7620" b="8890"/>
                      <wp:wrapNone/>
                      <wp:docPr id="21" name="Text 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3" o:spid="_x0000_s1043" type="#_x0000_t202" style="position:absolute;left:0;text-align:left;margin-left:276.35pt;margin-top:240.65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52U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3244215</wp:posOffset>
                      </wp:positionV>
                      <wp:extent cx="306070" cy="152400"/>
                      <wp:effectExtent l="5715" t="7620" r="2540" b="1905"/>
                      <wp:wrapNone/>
                      <wp:docPr id="20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44" type="#_x0000_t202" style="position:absolute;left:0;text-align:left;margin-left:278.25pt;margin-top:255.45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3414395</wp:posOffset>
                      </wp:positionV>
                      <wp:extent cx="306070" cy="152400"/>
                      <wp:effectExtent l="3175" t="6350" r="5080" b="3175"/>
                      <wp:wrapNone/>
                      <wp:docPr id="19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45" type="#_x0000_t202" style="position:absolute;left:0;text-align:left;margin-left:275.8pt;margin-top:268.8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jg8oAIAAFQ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3957320</wp:posOffset>
                      </wp:positionV>
                      <wp:extent cx="306070" cy="152400"/>
                      <wp:effectExtent l="2540" t="6350" r="5715" b="3175"/>
                      <wp:wrapNone/>
                      <wp:docPr id="18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M47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46" type="#_x0000_t202" style="position:absolute;left:0;text-align:left;margin-left:360.5pt;margin-top:311.6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SXogIAAFQ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M47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4230370</wp:posOffset>
                      </wp:positionV>
                      <wp:extent cx="306070" cy="152400"/>
                      <wp:effectExtent l="3175" t="3175" r="5080" b="6350"/>
                      <wp:wrapNone/>
                      <wp:docPr id="17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47" type="#_x0000_t202" style="position:absolute;left:0;text-align:left;margin-left:263.8pt;margin-top:333.1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Bj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4394200</wp:posOffset>
                      </wp:positionV>
                      <wp:extent cx="306070" cy="152400"/>
                      <wp:effectExtent l="3810" t="5080" r="4445" b="4445"/>
                      <wp:wrapNone/>
                      <wp:docPr id="16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48" type="#_x0000_t202" style="position:absolute;left:0;text-align:left;margin-left:360.6pt;margin-top:346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JvNoA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080" r="1270" b="4445"/>
                      <wp:wrapNone/>
                      <wp:docPr id="15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9" type="#_x0000_t202" style="position:absolute;left:0;text-align:left;margin-left:171.1pt;margin-top:135.2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A8TiEq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175" r="6350" b="6350"/>
                      <wp:wrapNone/>
                      <wp:docPr id="14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50" type="#_x0000_t202" style="position:absolute;left:0;text-align:left;margin-left:301.2pt;margin-top:138.85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cF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PGlpwWgAgAAUw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3810" r="6350" b="5715"/>
                      <wp:wrapNone/>
                      <wp:docPr id="13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51" type="#_x0000_t202" style="position:absolute;left:0;text-align:left;margin-left:293.7pt;margin-top:109.6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Ti+oA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255" r="1270" b="1270"/>
                      <wp:wrapNone/>
                      <wp:docPr id="12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52" type="#_x0000_t202" style="position:absolute;left:0;text-align:left;margin-left:180.85pt;margin-top:114.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RB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1183005</wp:posOffset>
                      </wp:positionV>
                      <wp:extent cx="306070" cy="152400"/>
                      <wp:effectExtent l="5080" t="3810" r="3175" b="5715"/>
                      <wp:wrapNone/>
                      <wp:docPr id="11" name="Text Box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B156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2" o:spid="_x0000_s1053" type="#_x0000_t202" style="position:absolute;left:0;text-align:left;margin-left:189.7pt;margin-top:93.15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dV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125095</wp:posOffset>
                      </wp:positionV>
                      <wp:extent cx="306070" cy="152400"/>
                      <wp:effectExtent l="5080" t="3175" r="3175" b="6350"/>
                      <wp:wrapNone/>
                      <wp:docPr id="10" name="Text Box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1" o:spid="_x0000_s1054" type="#_x0000_t202" style="position:absolute;left:0;text-align:left;margin-left:265.45pt;margin-top:9.85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1118870</wp:posOffset>
                      </wp:positionV>
                      <wp:extent cx="306070" cy="152400"/>
                      <wp:effectExtent l="6350" t="6350" r="1905" b="3175"/>
                      <wp:wrapNone/>
                      <wp:docPr id="9" name="Text 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0" o:spid="_x0000_s1055" type="#_x0000_t202" style="position:absolute;left:0;text-align:left;margin-left:282.8pt;margin-top:88.1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PmogIAAFI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2630170</wp:posOffset>
                      </wp:positionH>
                      <wp:positionV relativeFrom="paragraph">
                        <wp:posOffset>706120</wp:posOffset>
                      </wp:positionV>
                      <wp:extent cx="306070" cy="152400"/>
                      <wp:effectExtent l="6985" t="3175" r="1270" b="6350"/>
                      <wp:wrapNone/>
                      <wp:docPr id="8" name="Text Box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B235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9" o:spid="_x0000_s1056" type="#_x0000_t202" style="position:absolute;left:0;text-align:left;margin-left:207.1pt;margin-top:55.6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Fx0oAIAAFI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3481070</wp:posOffset>
                      </wp:positionH>
                      <wp:positionV relativeFrom="paragraph">
                        <wp:posOffset>708660</wp:posOffset>
                      </wp:positionV>
                      <wp:extent cx="306070" cy="152400"/>
                      <wp:effectExtent l="635" t="5715" r="7620" b="3810"/>
                      <wp:wrapNone/>
                      <wp:docPr id="7" name="Text 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D84241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8" o:spid="_x0000_s1057" type="#_x0000_t202" style="position:absolute;left:0;text-align:left;margin-left:274.1pt;margin-top:55.8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D84241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1B1BC9">
        <w:tc>
          <w:tcPr>
            <w:tcW w:w="1976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D87520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0795" r="6350" b="13335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D12F3" id="Freeform 704" o:spid="_x0000_s1026" style="position:absolute;margin-left:66.15pt;margin-top:2.2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D87520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050" r="33655" b="13335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34915" id="Freeform 707" o:spid="_x0000_s1026" style="position:absolute;margin-left:293.2pt;margin-top:2.9pt;width:26.4pt;height:4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5715" r="10795" b="18415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6BE49" id="Freeform 706" o:spid="_x0000_s1026" style="position:absolute;margin-left:198.75pt;margin-top:2.6pt;width:31.15pt;height: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1430" r="10795" b="12700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54094" id="Freeform 705" o:spid="_x0000_s1026" style="position:absolute;margin-left:137.25pt;margin-top:3.05pt;width:31.15pt;height: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065" r="13335" b="12065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197A1" id="Freeform 703" o:spid="_x0000_s1026" alt="Granite" style="position:absolute;margin-left:52.3pt;margin-top:2.35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7520" w:rsidRPr="00956FEE" w:rsidRDefault="002A2DA3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>
              <w:rPr>
                <w:rFonts w:ascii="Arial" w:hAnsi="Arial" w:cs="Arial"/>
                <w:color w:val="808080"/>
                <w:sz w:val="17"/>
                <w:szCs w:val="17"/>
              </w:rPr>
              <w:t>ABPI:</w:t>
            </w:r>
          </w:p>
          <w:p w:rsidR="002A2DA3" w:rsidRDefault="002A2DA3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</w:p>
          <w:p w:rsidR="00556C09" w:rsidRPr="00956FEE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proofErr w:type="spellStart"/>
            <w:r w:rsidRPr="00956FEE">
              <w:rPr>
                <w:rFonts w:ascii="Arial" w:hAnsi="Arial" w:cs="Arial"/>
                <w:color w:val="808080"/>
                <w:sz w:val="17"/>
                <w:szCs w:val="17"/>
              </w:rPr>
              <w:t>Aortoiliac</w:t>
            </w:r>
            <w:proofErr w:type="spellEnd"/>
            <w:r w:rsidRPr="00956FEE">
              <w:rPr>
                <w:rFonts w:ascii="Arial" w:hAnsi="Arial" w:cs="Arial"/>
                <w:color w:val="808080"/>
                <w:sz w:val="17"/>
                <w:szCs w:val="17"/>
              </w:rPr>
              <w:t xml:space="preserve"> Segment: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7520" w:rsidRPr="00956FEE" w:rsidRDefault="002A2DA3" w:rsidP="00D84241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Reduced left ABPI (0.70) with monophasic waveforms throughout. Normal right ABPI (1.04) with </w:t>
            </w:r>
            <w:proofErr w:type="spellStart"/>
            <w:r>
              <w:rPr>
                <w:rFonts w:ascii="Arial" w:hAnsi="Arial" w:cs="Arial"/>
                <w:sz w:val="17"/>
                <w:szCs w:val="17"/>
              </w:rPr>
              <w:t>triphasic</w:t>
            </w:r>
            <w:proofErr w:type="spellEnd"/>
            <w:r>
              <w:rPr>
                <w:rFonts w:ascii="Arial" w:hAnsi="Arial" w:cs="Arial"/>
                <w:sz w:val="17"/>
                <w:szCs w:val="17"/>
              </w:rPr>
              <w:t xml:space="preserve"> waveforms throughout. </w:t>
            </w:r>
          </w:p>
          <w:p w:rsidR="00556C09" w:rsidRPr="00956FEE" w:rsidRDefault="00D84241" w:rsidP="00D84241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7"/>
                <w:szCs w:val="17"/>
                <w:highlight w:val="yellow"/>
              </w:rPr>
            </w:pPr>
            <w:r w:rsidRPr="00956FEE">
              <w:rPr>
                <w:rFonts w:ascii="Arial" w:hAnsi="Arial" w:cs="Arial"/>
                <w:sz w:val="17"/>
                <w:szCs w:val="17"/>
              </w:rPr>
              <w:t>Patent. 50-74% stenosis at the CIA origin bilaterally. Mild atheroma (&lt;50%) seen in the right EIA. Normal calibre Aorta.</w:t>
            </w:r>
          </w:p>
        </w:tc>
      </w:tr>
      <w:tr w:rsidR="00556C09" w:rsidRPr="001B1BC9" w:rsidTr="00D87520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56FEE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</w:p>
        </w:tc>
        <w:tc>
          <w:tcPr>
            <w:tcW w:w="3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956FE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/>
                <w:bCs/>
                <w:sz w:val="17"/>
                <w:szCs w:val="17"/>
              </w:rPr>
              <w:t>Right</w:t>
            </w:r>
          </w:p>
        </w:tc>
        <w:tc>
          <w:tcPr>
            <w:tcW w:w="4438" w:type="dxa"/>
            <w:shd w:val="clear" w:color="auto" w:fill="auto"/>
          </w:tcPr>
          <w:p w:rsidR="00556C09" w:rsidRPr="00956FEE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/>
                <w:bCs/>
                <w:sz w:val="17"/>
                <w:szCs w:val="17"/>
              </w:rPr>
              <w:t>Left</w:t>
            </w:r>
          </w:p>
        </w:tc>
      </w:tr>
      <w:tr w:rsidR="00D84241" w:rsidRPr="001B1BC9" w:rsidTr="00D87520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956FEE">
              <w:rPr>
                <w:rFonts w:ascii="Arial" w:hAnsi="Arial" w:cs="Arial"/>
                <w:color w:val="808080"/>
                <w:sz w:val="17"/>
                <w:szCs w:val="17"/>
              </w:rPr>
              <w:t>Common Femoral Artery:</w:t>
            </w:r>
          </w:p>
        </w:tc>
        <w:tc>
          <w:tcPr>
            <w:tcW w:w="3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Patent. No significant arterial disease seen.</w:t>
            </w:r>
          </w:p>
        </w:tc>
        <w:tc>
          <w:tcPr>
            <w:tcW w:w="4438" w:type="dxa"/>
            <w:shd w:val="clear" w:color="auto" w:fill="auto"/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Patent. No significant arterial disease seen.</w:t>
            </w:r>
          </w:p>
        </w:tc>
      </w:tr>
      <w:tr w:rsidR="00D84241" w:rsidRPr="001B1BC9" w:rsidTr="00D87520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956FEE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956FEE">
              <w:rPr>
                <w:rFonts w:ascii="Arial" w:hAnsi="Arial" w:cs="Arial"/>
                <w:color w:val="808080"/>
                <w:sz w:val="17"/>
                <w:szCs w:val="17"/>
              </w:rPr>
              <w:t xml:space="preserve">Proximal </w:t>
            </w:r>
            <w:proofErr w:type="spellStart"/>
            <w:r w:rsidRPr="00956FEE">
              <w:rPr>
                <w:rFonts w:ascii="Arial" w:hAnsi="Arial" w:cs="Arial"/>
                <w:color w:val="808080"/>
                <w:sz w:val="17"/>
                <w:szCs w:val="17"/>
              </w:rPr>
              <w:t>Profunda</w:t>
            </w:r>
            <w:proofErr w:type="spellEnd"/>
            <w:r w:rsidR="00956FEE" w:rsidRPr="00956FEE">
              <w:rPr>
                <w:rFonts w:ascii="Arial" w:hAnsi="Arial" w:cs="Arial"/>
                <w:color w:val="808080"/>
                <w:sz w:val="17"/>
                <w:szCs w:val="17"/>
              </w:rPr>
              <w:t>:</w:t>
            </w:r>
          </w:p>
        </w:tc>
        <w:tc>
          <w:tcPr>
            <w:tcW w:w="3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Patent at origin.</w:t>
            </w:r>
          </w:p>
        </w:tc>
        <w:tc>
          <w:tcPr>
            <w:tcW w:w="4438" w:type="dxa"/>
            <w:shd w:val="clear" w:color="auto" w:fill="auto"/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Patent at origin.</w:t>
            </w:r>
          </w:p>
        </w:tc>
      </w:tr>
      <w:tr w:rsidR="00D84241" w:rsidRPr="001B1BC9" w:rsidTr="00D87520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956FEE">
              <w:rPr>
                <w:rFonts w:ascii="Arial" w:hAnsi="Arial" w:cs="Arial"/>
                <w:color w:val="808080"/>
                <w:sz w:val="17"/>
                <w:szCs w:val="17"/>
              </w:rPr>
              <w:t>Superficial Femoral Artery:</w:t>
            </w:r>
          </w:p>
        </w:tc>
        <w:tc>
          <w:tcPr>
            <w:tcW w:w="3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Patent. Mild atheroma (&lt;50%) in the mid-distal section, with no significant stenosis seen.</w:t>
            </w:r>
          </w:p>
        </w:tc>
        <w:tc>
          <w:tcPr>
            <w:tcW w:w="4438" w:type="dxa"/>
            <w:shd w:val="clear" w:color="auto" w:fill="auto"/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Mid SFA occlusion with a preceding channel in the proximal SFA that contains a 75-99% focal stenosis. Refills distally with damped monophasic flow.</w:t>
            </w:r>
          </w:p>
        </w:tc>
      </w:tr>
      <w:tr w:rsidR="00D84241" w:rsidRPr="001B1BC9" w:rsidTr="00D87520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956FEE">
              <w:rPr>
                <w:rFonts w:ascii="Arial" w:hAnsi="Arial" w:cs="Arial"/>
                <w:color w:val="808080"/>
                <w:sz w:val="17"/>
                <w:szCs w:val="17"/>
              </w:rPr>
              <w:t>Popliteal Artery:</w:t>
            </w:r>
          </w:p>
        </w:tc>
        <w:tc>
          <w:tcPr>
            <w:tcW w:w="3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Patent. No significant arterial disease seen.</w:t>
            </w:r>
          </w:p>
        </w:tc>
        <w:tc>
          <w:tcPr>
            <w:tcW w:w="4438" w:type="dxa"/>
            <w:shd w:val="clear" w:color="auto" w:fill="auto"/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Patent. No significant arterial disease. Damped monophasic flow.</w:t>
            </w:r>
          </w:p>
        </w:tc>
      </w:tr>
      <w:tr w:rsidR="00D84241" w:rsidRPr="001B1BC9" w:rsidTr="00D87520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956FEE">
              <w:rPr>
                <w:rFonts w:ascii="Arial" w:hAnsi="Arial" w:cs="Arial"/>
                <w:color w:val="808080"/>
                <w:sz w:val="17"/>
                <w:szCs w:val="17"/>
              </w:rPr>
              <w:t>Calf:</w:t>
            </w:r>
          </w:p>
        </w:tc>
        <w:tc>
          <w:tcPr>
            <w:tcW w:w="33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3 vessel run off seen to cross the ankle with no significant arterial disease seen.</w:t>
            </w:r>
          </w:p>
        </w:tc>
        <w:tc>
          <w:tcPr>
            <w:tcW w:w="4438" w:type="dxa"/>
            <w:shd w:val="clear" w:color="auto" w:fill="auto"/>
          </w:tcPr>
          <w:p w:rsidR="00D84241" w:rsidRPr="00956FEE" w:rsidRDefault="00D84241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956FEE">
              <w:rPr>
                <w:rFonts w:ascii="Arial" w:hAnsi="Arial"/>
                <w:bCs/>
                <w:sz w:val="17"/>
                <w:szCs w:val="17"/>
              </w:rPr>
              <w:t>3 vessel damped monophasic run off seen to cross the ankle. No significant arterial disease seen.</w:t>
            </w:r>
          </w:p>
          <w:p w:rsidR="00956FEE" w:rsidRPr="00956FEE" w:rsidRDefault="00956FEE" w:rsidP="00D8424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</w:p>
        </w:tc>
      </w:tr>
      <w:tr w:rsidR="00D84241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1B1BC9" w:rsidRDefault="00D84241" w:rsidP="00D8424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4241" w:rsidRPr="001B1BC9" w:rsidRDefault="00D84241" w:rsidP="00D84241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8E5" w:rsidRDefault="000718E5">
      <w:r>
        <w:separator/>
      </w:r>
    </w:p>
  </w:endnote>
  <w:endnote w:type="continuationSeparator" w:id="0">
    <w:p w:rsidR="000718E5" w:rsidRDefault="0007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8E5" w:rsidRDefault="000718E5">
      <w:r>
        <w:separator/>
      </w:r>
    </w:p>
  </w:footnote>
  <w:footnote w:type="continuationSeparator" w:id="0">
    <w:p w:rsidR="000718E5" w:rsidRDefault="00071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D8752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4760595</wp:posOffset>
          </wp:positionH>
          <wp:positionV relativeFrom="paragraph">
            <wp:posOffset>-33020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8193" fill="f" fillcolor="white">
      <v:fill color="white" on="f"/>
      <o:colormru v:ext="edit" colors="#eaeaea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E5"/>
    <w:rsid w:val="000718E5"/>
    <w:rsid w:val="00082FF5"/>
    <w:rsid w:val="000A3239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A2DA3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A1158"/>
    <w:rsid w:val="005E5BC0"/>
    <w:rsid w:val="005E6656"/>
    <w:rsid w:val="00647F09"/>
    <w:rsid w:val="00647FC9"/>
    <w:rsid w:val="0068184A"/>
    <w:rsid w:val="00687CAB"/>
    <w:rsid w:val="00694581"/>
    <w:rsid w:val="006B0120"/>
    <w:rsid w:val="006B552A"/>
    <w:rsid w:val="006D3249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56FEE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5493A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5F21"/>
    <w:rsid w:val="00D56F21"/>
    <w:rsid w:val="00D605F8"/>
    <w:rsid w:val="00D84241"/>
    <w:rsid w:val="00D8557F"/>
    <w:rsid w:val="00D87520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4059"/>
    <w:rsid w:val="00F476E7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  <o:colormru v:ext="edit" colors="#eaeaea"/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044A67B5"/>
  <w15:chartTrackingRefBased/>
  <w15:docId w15:val="{F68A2FA5-BB2C-420A-A70A-7C552CF1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Arterial%20Bila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Bilat LEA</Template>
  <TotalTime>1</TotalTime>
  <Pages>1</Pages>
  <Words>202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3</cp:revision>
  <cp:lastPrinted>2009-09-22T07:24:00Z</cp:lastPrinted>
  <dcterms:created xsi:type="dcterms:W3CDTF">2020-08-12T07:31:00Z</dcterms:created>
  <dcterms:modified xsi:type="dcterms:W3CDTF">2020-08-12T14:11:00Z</dcterms:modified>
  <cp:category>Patient Report</cp:category>
</cp:coreProperties>
</file>